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74E4F" w:rsidR="006E5D65" w:rsidP="002D3375" w:rsidRDefault="00997F14" w14:paraId="7D32D038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74E4F">
        <w:rPr>
          <w:rFonts w:ascii="Corbel" w:hAnsi="Corbel"/>
          <w:b/>
          <w:bCs/>
          <w:sz w:val="24"/>
          <w:szCs w:val="24"/>
        </w:rPr>
        <w:t xml:space="preserve">   </w:t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774E4F" w:rsidR="006F31E2">
        <w:rPr>
          <w:rFonts w:ascii="Corbel" w:hAnsi="Corbel"/>
          <w:bCs/>
          <w:i/>
          <w:sz w:val="24"/>
          <w:szCs w:val="24"/>
        </w:rPr>
        <w:t>1.5</w:t>
      </w:r>
      <w:r w:rsidRPr="00774E4F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774E4F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774E4F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774E4F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774E4F" w:rsidR="0085747A" w:rsidP="009C54AE" w:rsidRDefault="0085747A" w14:paraId="216AE9C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4E4F">
        <w:rPr>
          <w:rFonts w:ascii="Corbel" w:hAnsi="Corbel"/>
          <w:b/>
          <w:smallCaps/>
          <w:sz w:val="24"/>
          <w:szCs w:val="24"/>
        </w:rPr>
        <w:t>SYLABUS</w:t>
      </w:r>
    </w:p>
    <w:p w:rsidRPr="00774E4F" w:rsidR="0085747A" w:rsidP="0857231A" w:rsidRDefault="0071620A" w14:paraId="1D96833B" w14:textId="36D7BE72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857231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857231A" w:rsidR="00665687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857231A" w:rsidR="00E16B38">
        <w:rPr>
          <w:rFonts w:ascii="Corbel" w:hAnsi="Corbel"/>
          <w:smallCaps w:val="1"/>
          <w:sz w:val="24"/>
          <w:szCs w:val="24"/>
        </w:rPr>
        <w:t>2022/</w:t>
      </w:r>
      <w:r w:rsidRPr="0857231A" w:rsidR="55BECA34">
        <w:rPr>
          <w:rFonts w:ascii="Corbel" w:hAnsi="Corbel"/>
          <w:smallCaps w:val="1"/>
          <w:sz w:val="24"/>
          <w:szCs w:val="24"/>
        </w:rPr>
        <w:t>20</w:t>
      </w:r>
      <w:r w:rsidRPr="0857231A" w:rsidR="00E16B38">
        <w:rPr>
          <w:rFonts w:ascii="Corbel" w:hAnsi="Corbel"/>
          <w:smallCaps w:val="1"/>
          <w:sz w:val="24"/>
          <w:szCs w:val="24"/>
        </w:rPr>
        <w:t>23-2024/</w:t>
      </w:r>
      <w:r w:rsidRPr="0857231A" w:rsidR="7E81C253">
        <w:rPr>
          <w:rFonts w:ascii="Corbel" w:hAnsi="Corbel"/>
          <w:smallCaps w:val="1"/>
          <w:sz w:val="24"/>
          <w:szCs w:val="24"/>
        </w:rPr>
        <w:t>20</w:t>
      </w:r>
      <w:r w:rsidRPr="0857231A" w:rsidR="00E16B38">
        <w:rPr>
          <w:rFonts w:ascii="Corbel" w:hAnsi="Corbel"/>
          <w:smallCaps w:val="1"/>
          <w:sz w:val="24"/>
          <w:szCs w:val="24"/>
        </w:rPr>
        <w:t>25</w:t>
      </w:r>
      <w:r w:rsidRPr="0857231A" w:rsidR="0031137F">
        <w:rPr>
          <w:rFonts w:ascii="Corbel" w:hAnsi="Corbel"/>
          <w:smallCaps w:val="1"/>
          <w:sz w:val="24"/>
          <w:szCs w:val="24"/>
        </w:rPr>
        <w:t xml:space="preserve"> </w:t>
      </w:r>
      <w:r w:rsidRPr="0857231A" w:rsidR="0085747A">
        <w:rPr>
          <w:rFonts w:ascii="Corbel" w:hAnsi="Corbel"/>
          <w:smallCaps w:val="1"/>
          <w:sz w:val="24"/>
          <w:szCs w:val="24"/>
        </w:rPr>
        <w:t xml:space="preserve"> </w:t>
      </w:r>
    </w:p>
    <w:p w:rsidRPr="00774E4F" w:rsidR="0085747A" w:rsidP="00EA4832" w:rsidRDefault="00EA4832" w14:paraId="32353A69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47E1C">
        <w:rPr>
          <w:rFonts w:ascii="Corbel" w:hAnsi="Corbel"/>
          <w:i/>
          <w:sz w:val="24"/>
          <w:szCs w:val="24"/>
        </w:rPr>
        <w:t xml:space="preserve">   </w:t>
      </w:r>
      <w:r w:rsidR="0057528F">
        <w:rPr>
          <w:rFonts w:ascii="Corbel" w:hAnsi="Corbel"/>
          <w:i/>
          <w:sz w:val="24"/>
          <w:szCs w:val="24"/>
        </w:rPr>
        <w:t xml:space="preserve">  </w:t>
      </w:r>
      <w:r w:rsidR="00747E1C">
        <w:rPr>
          <w:rFonts w:ascii="Corbel" w:hAnsi="Corbel"/>
          <w:i/>
          <w:sz w:val="24"/>
          <w:szCs w:val="24"/>
        </w:rPr>
        <w:t xml:space="preserve"> </w:t>
      </w:r>
      <w:r w:rsidRPr="0057528F" w:rsidR="0085747A">
        <w:rPr>
          <w:rFonts w:ascii="Corbel" w:hAnsi="Corbel"/>
          <w:i/>
          <w:szCs w:val="24"/>
        </w:rPr>
        <w:t>(skrajne daty</w:t>
      </w:r>
      <w:r w:rsidRPr="0057528F" w:rsidR="0085747A">
        <w:rPr>
          <w:rFonts w:ascii="Corbel" w:hAnsi="Corbel"/>
          <w:szCs w:val="24"/>
        </w:rPr>
        <w:t>)</w:t>
      </w:r>
    </w:p>
    <w:p w:rsidRPr="00774E4F" w:rsidR="00445970" w:rsidP="00EA4832" w:rsidRDefault="00445970" w14:paraId="3F0EAF07" w14:textId="26E755C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 xml:space="preserve">Rok akademicki </w:t>
      </w:r>
      <w:r w:rsidRPr="00E16B38" w:rsidR="0057528F">
        <w:rPr>
          <w:rFonts w:ascii="Corbel" w:hAnsi="Corbel"/>
          <w:sz w:val="24"/>
          <w:szCs w:val="24"/>
        </w:rPr>
        <w:t>202</w:t>
      </w:r>
      <w:r w:rsidR="00FB11ED">
        <w:rPr>
          <w:rFonts w:ascii="Corbel" w:hAnsi="Corbel"/>
          <w:sz w:val="24"/>
          <w:szCs w:val="24"/>
        </w:rPr>
        <w:t>3</w:t>
      </w:r>
      <w:r w:rsidRPr="00E16B38" w:rsidR="0057528F">
        <w:rPr>
          <w:rFonts w:ascii="Corbel" w:hAnsi="Corbel"/>
          <w:sz w:val="24"/>
          <w:szCs w:val="24"/>
        </w:rPr>
        <w:t>/202</w:t>
      </w:r>
      <w:r w:rsidR="00FB11ED">
        <w:rPr>
          <w:rFonts w:ascii="Corbel" w:hAnsi="Corbel"/>
          <w:sz w:val="24"/>
          <w:szCs w:val="24"/>
        </w:rPr>
        <w:t>4</w:t>
      </w:r>
    </w:p>
    <w:p w:rsidRPr="00774E4F" w:rsidR="0085747A" w:rsidP="009C54AE" w:rsidRDefault="0085747A" w14:paraId="315D741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74E4F" w:rsidR="0085747A" w:rsidP="009C54AE" w:rsidRDefault="0071620A" w14:paraId="693A5F7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74E4F">
        <w:rPr>
          <w:rFonts w:ascii="Corbel" w:hAnsi="Corbel"/>
          <w:szCs w:val="24"/>
        </w:rPr>
        <w:t xml:space="preserve">1. </w:t>
      </w:r>
      <w:r w:rsidRPr="00774E4F" w:rsidR="0085747A">
        <w:rPr>
          <w:rFonts w:ascii="Corbel" w:hAnsi="Corbel"/>
          <w:szCs w:val="24"/>
        </w:rPr>
        <w:t xml:space="preserve">Podstawowe </w:t>
      </w:r>
      <w:r w:rsidRPr="00774E4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774E4F" w:rsidR="0085747A" w:rsidTr="0857231A" w14:paraId="401F1A95" w14:textId="77777777">
        <w:tc>
          <w:tcPr>
            <w:tcW w:w="2694" w:type="dxa"/>
            <w:tcMar/>
            <w:vAlign w:val="center"/>
          </w:tcPr>
          <w:p w:rsidRPr="00774E4F" w:rsidR="0085747A" w:rsidP="009C54AE" w:rsidRDefault="00C05F44" w14:paraId="7F6CD6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16B38" w:rsidR="0085747A" w:rsidP="0857231A" w:rsidRDefault="009B5D4A" w14:paraId="0D70EC1F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857231A" w:rsidR="009B5D4A">
              <w:rPr>
                <w:rFonts w:ascii="Corbel" w:hAnsi="Corbel"/>
                <w:b w:val="1"/>
                <w:bCs w:val="1"/>
                <w:sz w:val="24"/>
                <w:szCs w:val="24"/>
              </w:rPr>
              <w:t>Kierownictwo</w:t>
            </w:r>
            <w:r w:rsidRPr="0857231A" w:rsidR="0031137F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w</w:t>
            </w:r>
            <w:r w:rsidRPr="0857231A" w:rsidR="00A1604E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</w:t>
            </w:r>
            <w:r w:rsidRPr="0857231A" w:rsidR="00A1604E"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  <w:t>strukturach</w:t>
            </w:r>
            <w:r w:rsidRPr="0857231A" w:rsidR="0031137F">
              <w:rPr>
                <w:rFonts w:ascii="Corbel" w:hAnsi="Corbel"/>
                <w:b w:val="1"/>
                <w:bCs w:val="1"/>
                <w:color w:val="FF0000"/>
                <w:sz w:val="24"/>
                <w:szCs w:val="24"/>
              </w:rPr>
              <w:t xml:space="preserve"> </w:t>
            </w:r>
            <w:r w:rsidRPr="0857231A" w:rsidR="0031137F">
              <w:rPr>
                <w:rFonts w:ascii="Corbel" w:hAnsi="Corbel"/>
                <w:b w:val="1"/>
                <w:bCs w:val="1"/>
                <w:sz w:val="24"/>
                <w:szCs w:val="24"/>
              </w:rPr>
              <w:t>administracji publicznej</w:t>
            </w:r>
          </w:p>
        </w:tc>
      </w:tr>
      <w:tr w:rsidRPr="00774E4F" w:rsidR="0085747A" w:rsidTr="0857231A" w14:paraId="5403BB1B" w14:textId="77777777">
        <w:tc>
          <w:tcPr>
            <w:tcW w:w="2694" w:type="dxa"/>
            <w:tcMar/>
            <w:vAlign w:val="center"/>
          </w:tcPr>
          <w:p w:rsidRPr="00774E4F" w:rsidR="0085747A" w:rsidP="009C54AE" w:rsidRDefault="00C05F44" w14:paraId="044B9E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Kod przedmiotu</w:t>
            </w:r>
            <w:r w:rsidRPr="00774E4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E16B38" w:rsidR="0085747A" w:rsidP="009C54AE" w:rsidRDefault="00A75691" w14:paraId="6402A1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6B38">
              <w:rPr>
                <w:rFonts w:ascii="Corbel" w:hAnsi="Corbel"/>
                <w:b w:val="0"/>
                <w:sz w:val="24"/>
                <w:szCs w:val="24"/>
              </w:rPr>
              <w:t>ASO 28</w:t>
            </w:r>
          </w:p>
        </w:tc>
      </w:tr>
      <w:tr w:rsidRPr="00774E4F" w:rsidR="0098544F" w:rsidTr="0857231A" w14:paraId="12392AC1" w14:textId="77777777">
        <w:tc>
          <w:tcPr>
            <w:tcW w:w="2694" w:type="dxa"/>
            <w:tcMar/>
            <w:vAlign w:val="center"/>
          </w:tcPr>
          <w:p w:rsidRPr="00774E4F" w:rsidR="0098544F" w:rsidP="0098544F" w:rsidRDefault="0098544F" w14:paraId="2E2DE6C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74E4F" w:rsidR="0098544F" w:rsidP="0857231A" w:rsidRDefault="0098544F" w14:paraId="31FB56AE" w14:textId="77E7D91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857231A" w:rsidR="0098544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774E4F" w:rsidR="00747E1C" w:rsidTr="0857231A" w14:paraId="6572FA0B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3629E3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857231A" w:rsidRDefault="00E16B38" w14:paraId="00194B86" w14:textId="33A9C4E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57231A" w:rsidR="018BEB8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Instytut Nauk Prawnych</w:t>
            </w:r>
            <w:r w:rsidRPr="0857231A" w:rsidR="018BEB8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857231A" w:rsidR="00E16B3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</w:t>
            </w:r>
            <w:r w:rsidRPr="0857231A" w:rsidR="00F63216">
              <w:rPr>
                <w:rFonts w:ascii="Corbel" w:hAnsi="Corbel"/>
                <w:b w:val="0"/>
                <w:bCs w:val="0"/>
                <w:sz w:val="24"/>
                <w:szCs w:val="24"/>
              </w:rPr>
              <w:t>N</w:t>
            </w:r>
            <w:r w:rsidRPr="0857231A" w:rsidR="00E16B3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auki </w:t>
            </w:r>
            <w:r w:rsidRPr="0857231A" w:rsidR="00F6321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o </w:t>
            </w:r>
            <w:r w:rsidRPr="0857231A" w:rsidR="00E16B38">
              <w:rPr>
                <w:rFonts w:ascii="Corbel" w:hAnsi="Corbel"/>
                <w:b w:val="0"/>
                <w:bCs w:val="0"/>
                <w:sz w:val="24"/>
                <w:szCs w:val="24"/>
              </w:rPr>
              <w:t>Administracji</w:t>
            </w:r>
          </w:p>
        </w:tc>
      </w:tr>
      <w:tr w:rsidRPr="00774E4F" w:rsidR="00747E1C" w:rsidTr="0857231A" w14:paraId="35DBF45C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06EF51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747E1C" w14:paraId="26235E0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774E4F" w:rsidR="00747E1C" w:rsidTr="0857231A" w14:paraId="34D0FD48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523A4C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747E1C" w14:paraId="21A43D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774E4F" w:rsidR="00747E1C" w:rsidTr="0857231A" w14:paraId="7224BC03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509177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E16B38" w14:paraId="77938A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774E4F" w:rsidR="00747E1C" w:rsidTr="0857231A" w14:paraId="459DBA29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064DB9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E16B38" w:rsidRDefault="00E16B38" w14:paraId="6ED03C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74E4F" w:rsidR="00747E1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774E4F" w:rsidR="00747E1C" w:rsidTr="0857231A" w14:paraId="5343961B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4EFB8A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586C6B" w14:paraId="22EF595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774E4F" w:rsidR="00747E1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F2E7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74E4F" w:rsidR="00747E1C">
              <w:rPr>
                <w:rFonts w:ascii="Corbel" w:hAnsi="Corbel"/>
                <w:b w:val="0"/>
                <w:sz w:val="24"/>
                <w:szCs w:val="24"/>
              </w:rPr>
              <w:t>, semestr IV</w:t>
            </w:r>
          </w:p>
        </w:tc>
      </w:tr>
      <w:tr w:rsidRPr="00774E4F" w:rsidR="00747E1C" w:rsidTr="0857231A" w14:paraId="732C0348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62E25D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747E1C" w14:paraId="212713B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774E4F" w:rsidR="00747E1C" w:rsidTr="0857231A" w14:paraId="11CF4C66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7A86DD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E16B38" w14:paraId="22D99FA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74E4F" w:rsidR="00747E1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774E4F" w:rsidR="00747E1C" w:rsidTr="0857231A" w14:paraId="0504262E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58B2A0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E16B38" w14:paraId="57C03D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774E4F" w:rsidR="00747E1C" w:rsidTr="0857231A" w14:paraId="0B5D3DC0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0B395B8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083C45" w14:paraId="09187C17" w14:textId="7CA8A7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</w:tbl>
    <w:p w:rsidRPr="00774E4F" w:rsidR="0085747A" w:rsidP="00747E1C" w:rsidRDefault="0085747A" w14:paraId="1316957E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 xml:space="preserve">* </w:t>
      </w:r>
      <w:r w:rsidRPr="00774E4F">
        <w:rPr>
          <w:rFonts w:ascii="Corbel" w:hAnsi="Corbel"/>
          <w:i/>
          <w:sz w:val="24"/>
          <w:szCs w:val="24"/>
        </w:rPr>
        <w:t>-</w:t>
      </w:r>
      <w:r w:rsidRPr="00774E4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774E4F" w:rsidR="00B90885">
        <w:rPr>
          <w:rFonts w:ascii="Corbel" w:hAnsi="Corbel"/>
          <w:b w:val="0"/>
          <w:sz w:val="24"/>
          <w:szCs w:val="24"/>
        </w:rPr>
        <w:t>e,</w:t>
      </w:r>
      <w:r w:rsidRPr="00774E4F">
        <w:rPr>
          <w:rFonts w:ascii="Corbel" w:hAnsi="Corbel"/>
          <w:i/>
          <w:sz w:val="24"/>
          <w:szCs w:val="24"/>
        </w:rPr>
        <w:t xml:space="preserve"> </w:t>
      </w:r>
      <w:r w:rsidRPr="00774E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774E4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74E4F" w:rsidR="0085747A" w:rsidP="009C54AE" w:rsidRDefault="0085747A" w14:paraId="6471B2B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>1.</w:t>
      </w:r>
      <w:r w:rsidRPr="00774E4F" w:rsidR="00E22FBC">
        <w:rPr>
          <w:rFonts w:ascii="Corbel" w:hAnsi="Corbel"/>
          <w:sz w:val="24"/>
          <w:szCs w:val="24"/>
        </w:rPr>
        <w:t>1</w:t>
      </w:r>
      <w:r w:rsidRPr="00774E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774E4F" w:rsidR="00923D7D" w:rsidP="009C54AE" w:rsidRDefault="00923D7D" w14:paraId="78E26CF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14"/>
        <w:gridCol w:w="801"/>
        <w:gridCol w:w="945"/>
        <w:gridCol w:w="780"/>
        <w:gridCol w:w="810"/>
        <w:gridCol w:w="734"/>
        <w:gridCol w:w="957"/>
        <w:gridCol w:w="1206"/>
        <w:gridCol w:w="1545"/>
      </w:tblGrid>
      <w:tr w:rsidRPr="00774E4F" w:rsidR="00015B8F" w:rsidTr="0857231A" w14:paraId="4A8CAF5F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74E4F" w:rsidR="00015B8F" w:rsidP="00747E1C" w:rsidRDefault="00015B8F" w14:paraId="217C744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Semestr</w:t>
            </w:r>
          </w:p>
          <w:p w:rsidRPr="00774E4F" w:rsidR="00015B8F" w:rsidP="00747E1C" w:rsidRDefault="002B5EA0" w14:paraId="3E85117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(</w:t>
            </w:r>
            <w:r w:rsidRPr="00774E4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11FC0E5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0DBF397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7C0B2DA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53E2D00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74E4F" w:rsidR="00015B8F" w:rsidP="00747E1C" w:rsidRDefault="00015B8F" w14:paraId="3F52B81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636C27C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473E378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38E5587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5180857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74E4F">
              <w:rPr>
                <w:rFonts w:ascii="Corbel" w:hAnsi="Corbel"/>
                <w:b/>
                <w:szCs w:val="24"/>
              </w:rPr>
              <w:t>Liczba pkt</w:t>
            </w:r>
            <w:r w:rsidRPr="00774E4F" w:rsidR="00B90885">
              <w:rPr>
                <w:rFonts w:ascii="Corbel" w:hAnsi="Corbel"/>
                <w:b/>
                <w:szCs w:val="24"/>
              </w:rPr>
              <w:t>.</w:t>
            </w:r>
            <w:r w:rsidRPr="00774E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74E4F" w:rsidR="00015B8F" w:rsidTr="0857231A" w14:paraId="48A1CD12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83C45" w14:paraId="1230AF7F" w14:textId="10168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70C968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79C4E1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E16B38" w:rsidRDefault="00E16B38" w14:paraId="110E8B10" w14:textId="3EFDE0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857231A" w:rsidR="00E16B3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75F9A3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04FD8D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0E26F8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082922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2D28BF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4D6C76" w14:paraId="0F4798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568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774E4F" w:rsidR="00923D7D" w:rsidP="004826C6" w:rsidRDefault="00923D7D" w14:paraId="0244FFE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74E4F" w:rsidR="0085747A" w:rsidP="00F83B28" w:rsidRDefault="0085747A" w14:paraId="2C1A555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>1.</w:t>
      </w:r>
      <w:r w:rsidRPr="00774E4F" w:rsidR="00E22FBC">
        <w:rPr>
          <w:rFonts w:ascii="Corbel" w:hAnsi="Corbel"/>
          <w:smallCaps w:val="0"/>
          <w:szCs w:val="24"/>
        </w:rPr>
        <w:t>2</w:t>
      </w:r>
      <w:r w:rsidRPr="00774E4F" w:rsidR="00F83B28">
        <w:rPr>
          <w:rFonts w:ascii="Corbel" w:hAnsi="Corbel"/>
          <w:smallCaps w:val="0"/>
          <w:szCs w:val="24"/>
        </w:rPr>
        <w:t>.</w:t>
      </w:r>
      <w:r w:rsidRPr="00774E4F" w:rsidR="00F83B28">
        <w:rPr>
          <w:rFonts w:ascii="Corbel" w:hAnsi="Corbel"/>
          <w:smallCaps w:val="0"/>
          <w:szCs w:val="24"/>
        </w:rPr>
        <w:tab/>
      </w:r>
      <w:r w:rsidRPr="00774E4F">
        <w:rPr>
          <w:rFonts w:ascii="Corbel" w:hAnsi="Corbel"/>
          <w:smallCaps w:val="0"/>
          <w:szCs w:val="24"/>
        </w:rPr>
        <w:t xml:space="preserve">Sposób realizacji zajęć  </w:t>
      </w:r>
    </w:p>
    <w:p w:rsidRPr="00774E4F" w:rsidR="0085747A" w:rsidP="00F83B28" w:rsidRDefault="0031137F" w14:paraId="0949310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 w:eastAsia="MS Gothic" w:cs="MS Gothic"/>
          <w:b w:val="0"/>
          <w:szCs w:val="24"/>
        </w:rPr>
        <w:t>x</w:t>
      </w:r>
      <w:r w:rsidRPr="00774E4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3D2D06" w:rsidR="0085747A" w:rsidP="00F83B28" w:rsidRDefault="003D2D06" w14:paraId="57EA56B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2D06">
        <w:rPr>
          <w:rFonts w:ascii="Corbel" w:hAnsi="Corbel"/>
          <w:b w:val="0"/>
          <w:smallCaps w:val="0"/>
          <w:szCs w:val="24"/>
        </w:rPr>
        <w:t xml:space="preserve">X </w:t>
      </w:r>
      <w:r w:rsidRPr="003D2D06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4826C6" w:rsidR="0085747A" w:rsidP="009C54AE" w:rsidRDefault="0085747A" w14:paraId="540CC840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774E4F" w:rsidR="00E22FBC" w:rsidP="00F83B28" w:rsidRDefault="00E22FBC" w14:paraId="096B141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1.3 </w:t>
      </w:r>
      <w:r w:rsidRPr="00774E4F" w:rsidR="00F83B28">
        <w:rPr>
          <w:rFonts w:ascii="Corbel" w:hAnsi="Corbel"/>
          <w:smallCaps w:val="0"/>
          <w:szCs w:val="24"/>
        </w:rPr>
        <w:tab/>
      </w:r>
      <w:r w:rsidRPr="00774E4F">
        <w:rPr>
          <w:rFonts w:ascii="Corbel" w:hAnsi="Corbel"/>
          <w:smallCaps w:val="0"/>
          <w:szCs w:val="24"/>
        </w:rPr>
        <w:t>For</w:t>
      </w:r>
      <w:r w:rsidRPr="00774E4F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774E4F">
        <w:rPr>
          <w:rFonts w:ascii="Corbel" w:hAnsi="Corbel"/>
          <w:smallCaps w:val="0"/>
          <w:szCs w:val="24"/>
        </w:rPr>
        <w:t xml:space="preserve"> (z toku) </w:t>
      </w:r>
      <w:r w:rsidRPr="00774E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774E4F" w:rsidR="009C54AE" w:rsidP="009C54AE" w:rsidRDefault="009C54AE" w14:paraId="6BEDC1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74E4F" w:rsidR="0031137F" w:rsidP="0031137F" w:rsidRDefault="00665687" w14:paraId="1B2C84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774E4F" w:rsidR="0031137F">
        <w:rPr>
          <w:rFonts w:ascii="Corbel" w:hAnsi="Corbel"/>
          <w:b w:val="0"/>
          <w:smallCaps w:val="0"/>
          <w:szCs w:val="24"/>
        </w:rPr>
        <w:t xml:space="preserve">aliczenie </w:t>
      </w:r>
      <w:r>
        <w:rPr>
          <w:rFonts w:ascii="Corbel" w:hAnsi="Corbel"/>
          <w:b w:val="0"/>
          <w:smallCaps w:val="0"/>
          <w:szCs w:val="24"/>
        </w:rPr>
        <w:t>z oceną</w:t>
      </w:r>
    </w:p>
    <w:p w:rsidRPr="00774E4F" w:rsidR="00E960BB" w:rsidP="009C54AE" w:rsidRDefault="00E960BB" w14:paraId="15DAB3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2296D7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74E4F">
        <w:rPr>
          <w:rFonts w:ascii="Corbel" w:hAnsi="Corbel"/>
          <w:szCs w:val="24"/>
        </w:rPr>
        <w:t xml:space="preserve">2.Wymagania wstępne </w:t>
      </w:r>
    </w:p>
    <w:p w:rsidRPr="00774E4F" w:rsidR="004826C6" w:rsidP="009C54AE" w:rsidRDefault="004826C6" w14:paraId="0A5A645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774E4F" w:rsidR="0085747A" w:rsidTr="00745302" w14:paraId="4F1ED92D" w14:textId="77777777">
        <w:tc>
          <w:tcPr>
            <w:tcW w:w="9670" w:type="dxa"/>
          </w:tcPr>
          <w:p w:rsidRPr="00774E4F" w:rsidR="0085747A" w:rsidP="009C54AE" w:rsidRDefault="00BD4E83" w14:paraId="48C8818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774E4F" w:rsidR="003113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nauki administracji</w:t>
            </w:r>
            <w:r w:rsidRPr="00774E4F" w:rsidR="009B5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74E4F" w:rsidR="009B5D4A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774E4F" w:rsidR="00153C41" w:rsidP="009C54AE" w:rsidRDefault="00153C41" w14:paraId="6D7E718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74E4F" w:rsidR="0085747A" w:rsidP="0857231A" w:rsidRDefault="00747E1C" w14:paraId="26D6549C" w14:textId="52A9AD7F">
      <w:pPr>
        <w:pStyle w:val="Punktygwne"/>
        <w:spacing w:before="0" w:after="0"/>
        <w:rPr>
          <w:rFonts w:ascii="Corbel" w:hAnsi="Corbel"/>
        </w:rPr>
      </w:pPr>
      <w:r w:rsidRPr="0857231A" w:rsidR="0071620A">
        <w:rPr>
          <w:rFonts w:ascii="Corbel" w:hAnsi="Corbel"/>
        </w:rPr>
        <w:lastRenderedPageBreak/>
        <w:t>3.</w:t>
      </w:r>
      <w:r w:rsidRPr="0857231A" w:rsidR="0085747A">
        <w:rPr>
          <w:rFonts w:ascii="Corbel" w:hAnsi="Corbel"/>
        </w:rPr>
        <w:t xml:space="preserve"> </w:t>
      </w:r>
      <w:r w:rsidRPr="0857231A" w:rsidR="00A84C85">
        <w:rPr>
          <w:rFonts w:ascii="Corbel" w:hAnsi="Corbel"/>
        </w:rPr>
        <w:t xml:space="preserve">cele, efekty uczenia </w:t>
      </w:r>
      <w:proofErr w:type="gramStart"/>
      <w:r w:rsidRPr="0857231A" w:rsidR="00A84C85">
        <w:rPr>
          <w:rFonts w:ascii="Corbel" w:hAnsi="Corbel"/>
        </w:rPr>
        <w:t>się</w:t>
      </w:r>
      <w:r w:rsidRPr="0857231A" w:rsidR="0085747A">
        <w:rPr>
          <w:rFonts w:ascii="Corbel" w:hAnsi="Corbel"/>
        </w:rPr>
        <w:t xml:space="preserve"> ,</w:t>
      </w:r>
      <w:proofErr w:type="gramEnd"/>
      <w:r w:rsidRPr="0857231A" w:rsidR="0085747A">
        <w:rPr>
          <w:rFonts w:ascii="Corbel" w:hAnsi="Corbel"/>
        </w:rPr>
        <w:t xml:space="preserve"> treści Programowe i stosowane metody Dydaktyczne</w:t>
      </w:r>
    </w:p>
    <w:p w:rsidRPr="00774E4F" w:rsidR="0085747A" w:rsidP="009C54AE" w:rsidRDefault="0085747A" w14:paraId="0778B53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74E4F" w:rsidR="0085747A" w:rsidP="009C54AE" w:rsidRDefault="0071620A" w14:paraId="3CCD094C" w14:textId="77777777">
      <w:pPr>
        <w:pStyle w:val="Podpunkty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 xml:space="preserve">3.1 </w:t>
      </w:r>
      <w:r w:rsidRPr="00774E4F" w:rsidR="00C05F44">
        <w:rPr>
          <w:rFonts w:ascii="Corbel" w:hAnsi="Corbel"/>
          <w:sz w:val="24"/>
          <w:szCs w:val="24"/>
        </w:rPr>
        <w:t>Cele przedmiotu</w:t>
      </w:r>
    </w:p>
    <w:p w:rsidRPr="00774E4F" w:rsidR="00F83B28" w:rsidP="009C54AE" w:rsidRDefault="00F83B28" w14:paraId="20EA8E4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774E4F" w:rsidR="00ED029C" w:rsidTr="00923D7D" w14:paraId="228E1FE3" w14:textId="77777777">
        <w:tc>
          <w:tcPr>
            <w:tcW w:w="851" w:type="dxa"/>
            <w:vAlign w:val="center"/>
          </w:tcPr>
          <w:p w:rsidRPr="00774E4F" w:rsidR="0085747A" w:rsidP="009C54AE" w:rsidRDefault="0085747A" w14:paraId="6161730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74E4F" w:rsidR="0085747A" w:rsidP="00B75C90" w:rsidRDefault="0031137F" w14:paraId="72863AE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Student powinien uzyskać wiedzę na </w:t>
            </w:r>
            <w:r w:rsidRPr="00774E4F" w:rsidR="005D60B1">
              <w:rPr>
                <w:rFonts w:ascii="Corbel" w:hAnsi="Corbel"/>
                <w:b w:val="0"/>
                <w:sz w:val="24"/>
                <w:szCs w:val="24"/>
              </w:rPr>
              <w:t>temat</w:t>
            </w:r>
            <w:r w:rsidRPr="00774E4F" w:rsidR="009B5D4A">
              <w:rPr>
                <w:rFonts w:ascii="Corbel" w:hAnsi="Corbel"/>
                <w:b w:val="0"/>
                <w:sz w:val="24"/>
                <w:szCs w:val="24"/>
              </w:rPr>
              <w:t xml:space="preserve"> istoty i zakresu  kierownictwa organów  administracji publicznej</w:t>
            </w:r>
            <w:r w:rsidR="00774E4F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 for</w:t>
            </w:r>
            <w:r w:rsidRPr="00774E4F" w:rsidR="00B75C90">
              <w:rPr>
                <w:rFonts w:ascii="Corbel" w:hAnsi="Corbel"/>
                <w:b w:val="0"/>
                <w:sz w:val="24"/>
                <w:szCs w:val="24"/>
              </w:rPr>
              <w:t>m oddziaływań kierowniczych.</w:t>
            </w:r>
          </w:p>
        </w:tc>
      </w:tr>
      <w:tr w:rsidRPr="00774E4F" w:rsidR="00ED029C" w:rsidTr="00923D7D" w14:paraId="29D1A1AA" w14:textId="77777777">
        <w:tc>
          <w:tcPr>
            <w:tcW w:w="851" w:type="dxa"/>
            <w:vAlign w:val="center"/>
          </w:tcPr>
          <w:p w:rsidRPr="00774E4F" w:rsidR="0085747A" w:rsidP="009C54AE" w:rsidRDefault="0031137F" w14:paraId="416A000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74E4F" w:rsidR="0085747A" w:rsidP="00B75C90" w:rsidRDefault="00B75C90" w14:paraId="1A90386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Student powinien uzyskać wiedzę na temat uprawnień na stanowiskach kierowniczych w urzędach administracji publicznej.</w:t>
            </w:r>
          </w:p>
        </w:tc>
      </w:tr>
      <w:tr w:rsidRPr="00774E4F" w:rsidR="00ED029C" w:rsidTr="00923D7D" w14:paraId="3CBA07C2" w14:textId="77777777">
        <w:tc>
          <w:tcPr>
            <w:tcW w:w="851" w:type="dxa"/>
            <w:vAlign w:val="center"/>
          </w:tcPr>
          <w:p w:rsidRPr="00774E4F" w:rsidR="0085747A" w:rsidP="009C54AE" w:rsidRDefault="0085747A" w14:paraId="6A33B81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74E4F" w:rsidR="0031137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774E4F" w:rsidR="0085747A" w:rsidP="00C709FF" w:rsidRDefault="0031137F" w14:paraId="5D2A598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</w:t>
            </w:r>
            <w:r w:rsidRPr="00774E4F" w:rsidR="005D60B1">
              <w:rPr>
                <w:rFonts w:ascii="Corbel" w:hAnsi="Corbel"/>
                <w:b w:val="0"/>
                <w:sz w:val="24"/>
                <w:szCs w:val="24"/>
              </w:rPr>
              <w:t xml:space="preserve">udent powinien orientować się </w:t>
            </w:r>
            <w:r w:rsidRPr="00774E4F" w:rsidR="00C709FF">
              <w:rPr>
                <w:rFonts w:ascii="Corbel" w:hAnsi="Corbel"/>
                <w:b w:val="0"/>
                <w:sz w:val="24"/>
                <w:szCs w:val="24"/>
              </w:rPr>
              <w:t xml:space="preserve">i ocenić przydatność poszczególnych </w:t>
            </w:r>
            <w:r w:rsidRPr="00774E4F" w:rsidR="005D60B1">
              <w:rPr>
                <w:rFonts w:ascii="Corbel" w:hAnsi="Corbel"/>
                <w:b w:val="0"/>
                <w:sz w:val="24"/>
                <w:szCs w:val="24"/>
              </w:rPr>
              <w:t>środków</w:t>
            </w:r>
            <w:r w:rsidRPr="00774E4F" w:rsidR="00C709FF"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774E4F" w:rsidR="005D60B1">
              <w:rPr>
                <w:rFonts w:ascii="Corbel" w:hAnsi="Corbel"/>
                <w:b w:val="0"/>
                <w:sz w:val="24"/>
                <w:szCs w:val="24"/>
              </w:rPr>
              <w:t>danej instytucji publicznej.</w:t>
            </w:r>
          </w:p>
        </w:tc>
      </w:tr>
    </w:tbl>
    <w:p w:rsidRPr="00774E4F" w:rsidR="0085747A" w:rsidP="009C54AE" w:rsidRDefault="0085747A" w14:paraId="47C8644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74E4F" w:rsidR="001D7B54" w:rsidP="009C54AE" w:rsidRDefault="009F4610" w14:paraId="6DBC10F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 xml:space="preserve">3.2 </w:t>
      </w:r>
      <w:r w:rsidRPr="00774E4F" w:rsidR="001D7B54">
        <w:rPr>
          <w:rFonts w:ascii="Corbel" w:hAnsi="Corbel"/>
          <w:b/>
          <w:sz w:val="24"/>
          <w:szCs w:val="24"/>
        </w:rPr>
        <w:t xml:space="preserve">Efekty </w:t>
      </w:r>
      <w:r w:rsidRPr="00774E4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74E4F" w:rsidR="001D7B54">
        <w:rPr>
          <w:rFonts w:ascii="Corbel" w:hAnsi="Corbel"/>
          <w:b/>
          <w:sz w:val="24"/>
          <w:szCs w:val="24"/>
        </w:rPr>
        <w:t>dla przedmiotu</w:t>
      </w:r>
      <w:r w:rsidRPr="00774E4F" w:rsidR="00445970">
        <w:rPr>
          <w:rFonts w:ascii="Corbel" w:hAnsi="Corbel"/>
          <w:sz w:val="24"/>
          <w:szCs w:val="24"/>
        </w:rPr>
        <w:t xml:space="preserve"> </w:t>
      </w:r>
    </w:p>
    <w:p w:rsidRPr="00774E4F" w:rsidR="001D7B54" w:rsidP="009C54AE" w:rsidRDefault="001D7B54" w14:paraId="62E2F83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774E4F" w:rsidR="0085747A" w:rsidTr="00E20F7F" w14:paraId="7D232833" w14:textId="77777777">
        <w:tc>
          <w:tcPr>
            <w:tcW w:w="1701" w:type="dxa"/>
            <w:vAlign w:val="center"/>
          </w:tcPr>
          <w:p w:rsidRPr="00774E4F" w:rsidR="0085747A" w:rsidP="009C54AE" w:rsidRDefault="0085747A" w14:paraId="385A44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smallCaps w:val="0"/>
                <w:szCs w:val="24"/>
              </w:rPr>
              <w:t>EK</w:t>
            </w:r>
            <w:r w:rsidRPr="00774E4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74E4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4E4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74E4F" w:rsidR="0085747A" w:rsidP="00C05F44" w:rsidRDefault="0085747A" w14:paraId="7A0C7E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74E4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774E4F" w:rsidR="0085747A" w:rsidP="00C05F44" w:rsidRDefault="0085747A" w14:paraId="4C6FEE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74E4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74E4F" w:rsidR="00D461B6" w:rsidTr="00E20F7F" w14:paraId="42F452CB" w14:textId="77777777">
        <w:tc>
          <w:tcPr>
            <w:tcW w:w="1701" w:type="dxa"/>
          </w:tcPr>
          <w:p w:rsidRPr="00774E4F" w:rsidR="00D461B6" w:rsidP="00D461B6" w:rsidRDefault="00D461B6" w14:paraId="48CA1A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774E4F" w:rsidR="000F29E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Pr="00774E4F" w:rsidR="004C4960" w:rsidP="00E20F7F" w:rsidRDefault="004C4960" w14:paraId="0C73D28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4960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</w:tcPr>
          <w:p w:rsidRPr="00774E4F" w:rsidR="00D461B6" w:rsidP="008F273C" w:rsidRDefault="008F273C" w14:paraId="525FDE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774E4F" w:rsidR="00D461B6" w:rsidTr="00E20F7F" w14:paraId="73311D1F" w14:textId="77777777">
        <w:tc>
          <w:tcPr>
            <w:tcW w:w="1701" w:type="dxa"/>
          </w:tcPr>
          <w:p w:rsidRPr="00774E4F" w:rsidR="00D461B6" w:rsidP="00D461B6" w:rsidRDefault="00D461B6" w14:paraId="3218FF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774E4F" w:rsidR="000F29E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Pr="00774E4F" w:rsidR="00D461B6" w:rsidP="00E118CD" w:rsidRDefault="00BD4E83" w14:paraId="04023B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E4537A" w:rsidR="00E4537A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:rsidRPr="00774E4F" w:rsidR="00D461B6" w:rsidP="00D461B6" w:rsidRDefault="008F273C" w14:paraId="64B0F1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774E4F" w:rsidR="001740FB" w:rsidTr="00E20F7F" w14:paraId="4C64D08D" w14:textId="77777777">
        <w:tc>
          <w:tcPr>
            <w:tcW w:w="1701" w:type="dxa"/>
          </w:tcPr>
          <w:p w:rsidRPr="00774E4F" w:rsidR="001740FB" w:rsidP="00763D1B" w:rsidRDefault="001740FB" w14:paraId="3E3724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774E4F" w:rsidR="001740FB" w:rsidP="00E4537A" w:rsidRDefault="00BD4E83" w14:paraId="647A4E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Pr="00E20F7F" w:rsidR="00E20F7F">
              <w:rPr>
                <w:rFonts w:ascii="Corbel" w:hAnsi="Corbel"/>
                <w:b w:val="0"/>
                <w:smallCaps w:val="0"/>
                <w:szCs w:val="24"/>
              </w:rPr>
              <w:t xml:space="preserve"> podstawową terminologię z zakresu dyscyplin</w:t>
            </w:r>
            <w:r w:rsidR="00DB68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0F7F" w:rsidR="00E20F7F">
              <w:rPr>
                <w:rFonts w:ascii="Corbel" w:hAnsi="Corbel"/>
                <w:b w:val="0"/>
                <w:smallCaps w:val="0"/>
                <w:szCs w:val="24"/>
              </w:rPr>
              <w:t>naukowych rea</w:t>
            </w:r>
            <w:r w:rsidR="00DB6881">
              <w:rPr>
                <w:rFonts w:ascii="Corbel" w:hAnsi="Corbel"/>
                <w:b w:val="0"/>
                <w:smallCaps w:val="0"/>
                <w:szCs w:val="24"/>
              </w:rPr>
              <w:t xml:space="preserve">lizowanych według planu studiów </w:t>
            </w:r>
            <w:r w:rsidRPr="00E20F7F" w:rsidR="00E20F7F">
              <w:rPr>
                <w:rFonts w:ascii="Corbel" w:hAnsi="Corbel"/>
                <w:b w:val="0"/>
                <w:smallCaps w:val="0"/>
                <w:szCs w:val="24"/>
              </w:rPr>
              <w:t>administracyjnych;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 w tym pojęcie kierownictwa i pojęcia pokrewne.</w:t>
            </w:r>
            <w:r w:rsidR="00E4537A">
              <w:t xml:space="preserve"> </w:t>
            </w:r>
          </w:p>
        </w:tc>
        <w:tc>
          <w:tcPr>
            <w:tcW w:w="1873" w:type="dxa"/>
          </w:tcPr>
          <w:p w:rsidRPr="00774E4F" w:rsidR="001740FB" w:rsidP="00763D1B" w:rsidRDefault="008F273C" w14:paraId="431D0C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774E4F" w:rsidR="001740FB" w:rsidTr="00E20F7F" w14:paraId="3109858D" w14:textId="77777777">
        <w:tc>
          <w:tcPr>
            <w:tcW w:w="1701" w:type="dxa"/>
          </w:tcPr>
          <w:p w:rsidRPr="00774E4F" w:rsidR="001740FB" w:rsidP="00D461B6" w:rsidRDefault="001740FB" w14:paraId="52A18C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774E4F" w:rsidR="001740FB" w:rsidP="00E118CD" w:rsidRDefault="00BD4E83" w14:paraId="1A8614C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292B42" w:rsidR="00292B42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:rsidRPr="00774E4F" w:rsidR="001740FB" w:rsidP="00D461B6" w:rsidRDefault="008F273C" w14:paraId="24D8ED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774E4F" w:rsidR="001740FB" w:rsidTr="00E20F7F" w14:paraId="62E64DB8" w14:textId="77777777">
        <w:tc>
          <w:tcPr>
            <w:tcW w:w="1701" w:type="dxa"/>
          </w:tcPr>
          <w:p w:rsidRPr="00774E4F" w:rsidR="001740FB" w:rsidP="00D461B6" w:rsidRDefault="001740FB" w14:paraId="555536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F273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:rsidRPr="00774E4F" w:rsidR="001740FB" w:rsidP="00E118CD" w:rsidRDefault="00154859" w14:paraId="411AD89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t xml:space="preserve"> </w:t>
            </w:r>
            <w:r w:rsidR="00BD4E83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154859">
              <w:rPr>
                <w:rFonts w:ascii="Corbel" w:hAnsi="Corbel"/>
                <w:b w:val="0"/>
                <w:smallCaps w:val="0"/>
                <w:szCs w:val="24"/>
              </w:rPr>
              <w:t>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73" w:type="dxa"/>
          </w:tcPr>
          <w:p w:rsidRPr="00774E4F" w:rsidR="001740FB" w:rsidP="00D461B6" w:rsidRDefault="008F273C" w14:paraId="3DF45E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774E4F" w:rsidR="008F273C" w:rsidTr="00E20F7F" w14:paraId="1DD57DCA" w14:textId="77777777">
        <w:tc>
          <w:tcPr>
            <w:tcW w:w="1701" w:type="dxa"/>
          </w:tcPr>
          <w:p w:rsidRPr="00774E4F" w:rsidR="008F273C" w:rsidP="00D461B6" w:rsidRDefault="008F273C" w14:paraId="384064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774E4F" w:rsidR="008F273C" w:rsidP="005E6493" w:rsidRDefault="00BD4E83" w14:paraId="196A1DA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9C5E31" w:rsidR="009C5E31">
              <w:rPr>
                <w:rFonts w:ascii="Corbel" w:hAnsi="Corbel"/>
                <w:b w:val="0"/>
                <w:smallCaps w:val="0"/>
                <w:szCs w:val="24"/>
              </w:rPr>
              <w:t>otrafi prawidłowo identyfikować i 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873" w:type="dxa"/>
          </w:tcPr>
          <w:p w:rsidRPr="008F273C" w:rsidR="008F273C" w:rsidP="00D461B6" w:rsidRDefault="009C5E31" w14:paraId="170109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774E4F" w:rsidR="008F273C" w:rsidTr="00E20F7F" w14:paraId="7B6D179B" w14:textId="77777777">
        <w:tc>
          <w:tcPr>
            <w:tcW w:w="1701" w:type="dxa"/>
          </w:tcPr>
          <w:p w:rsidRPr="00774E4F" w:rsidR="008F273C" w:rsidP="00D461B6" w:rsidRDefault="008F273C" w14:paraId="22477A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774E4F" w:rsidR="008F273C" w:rsidP="00E118CD" w:rsidRDefault="00BD4E83" w14:paraId="2B33BC0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9C5E31" w:rsidR="009C5E31">
              <w:rPr>
                <w:rFonts w:ascii="Corbel" w:hAnsi="Corbel"/>
                <w:b w:val="0"/>
                <w:smallCaps w:val="0"/>
                <w:szCs w:val="24"/>
              </w:rPr>
              <w:t>osiada umiejętność wykorzystania zdobytej  wiedzy teoretycznej z dziedziny nauk administracyjnych do analizowania konkretnych procesów i zjawisk społecznych w administracji;</w:t>
            </w:r>
          </w:p>
        </w:tc>
        <w:tc>
          <w:tcPr>
            <w:tcW w:w="1873" w:type="dxa"/>
          </w:tcPr>
          <w:p w:rsidRPr="008F273C" w:rsidR="008F273C" w:rsidP="00D461B6" w:rsidRDefault="009C5E31" w14:paraId="7AC1E4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774E4F" w:rsidR="008F273C" w:rsidTr="00E20F7F" w14:paraId="43B60E3F" w14:textId="77777777">
        <w:tc>
          <w:tcPr>
            <w:tcW w:w="1701" w:type="dxa"/>
          </w:tcPr>
          <w:p w:rsidR="008F273C" w:rsidP="00D461B6" w:rsidRDefault="008F273C" w14:paraId="232F7F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774E4F" w:rsidR="008F273C" w:rsidP="009C5E31" w:rsidRDefault="00BD4E83" w14:paraId="7045F9D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9C5E31" w:rsidR="009C5E31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podstawową wiedzą teoretyczną w celu analizowania, interpretowania oraz projektowania strategii działań w administracji, potrafi </w:t>
            </w:r>
            <w:r w:rsidRPr="009C5E31" w:rsidR="009C5E3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73" w:type="dxa"/>
          </w:tcPr>
          <w:p w:rsidRPr="008F273C" w:rsidR="008F273C" w:rsidP="00D461B6" w:rsidRDefault="009C5E31" w14:paraId="478E93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</w:tc>
      </w:tr>
      <w:tr w:rsidRPr="00774E4F" w:rsidR="008F273C" w:rsidTr="00E20F7F" w14:paraId="1BCDBA9C" w14:textId="77777777">
        <w:tc>
          <w:tcPr>
            <w:tcW w:w="1701" w:type="dxa"/>
          </w:tcPr>
          <w:p w:rsidR="008F273C" w:rsidP="00D461B6" w:rsidRDefault="008F273C" w14:paraId="3A4D6A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Pr="00774E4F" w:rsidR="008F273C" w:rsidP="00E118CD" w:rsidRDefault="00BD4E83" w14:paraId="47089F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333FFA" w:rsidR="00333FFA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prowadzenia debaty, potrafi samodzielnie przygotować prace pisemne oraz wystąpienia ustne i prezentacje multimedialne, poświęcone konkretnemu zagadnieniu z zakresu </w:t>
            </w:r>
            <w:r w:rsidRPr="00BD4E83">
              <w:rPr>
                <w:rFonts w:ascii="Corbel" w:hAnsi="Corbel"/>
                <w:b w:val="0"/>
                <w:smallCaps w:val="0"/>
                <w:szCs w:val="24"/>
              </w:rPr>
              <w:t>kierownictwa organów  administracji publicznej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form oddziaływań kierowniczych </w:t>
            </w:r>
            <w:r w:rsidRPr="00333FFA" w:rsidR="00333FFA">
              <w:rPr>
                <w:rFonts w:ascii="Corbel" w:hAnsi="Corbel"/>
                <w:b w:val="0"/>
                <w:smallCaps w:val="0"/>
                <w:szCs w:val="24"/>
              </w:rPr>
              <w:t>z wykorzystaniem ujęć teoretycznych, a także różnych źródeł;</w:t>
            </w:r>
          </w:p>
        </w:tc>
        <w:tc>
          <w:tcPr>
            <w:tcW w:w="1873" w:type="dxa"/>
          </w:tcPr>
          <w:p w:rsidRPr="008F273C" w:rsidR="008F273C" w:rsidP="00D461B6" w:rsidRDefault="00333FFA" w14:paraId="30E6A8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774E4F" w:rsidR="008F273C" w:rsidTr="00E20F7F" w14:paraId="3F66B348" w14:textId="77777777">
        <w:tc>
          <w:tcPr>
            <w:tcW w:w="1701" w:type="dxa"/>
          </w:tcPr>
          <w:p w:rsidR="008F273C" w:rsidP="00D461B6" w:rsidRDefault="008F273C" w14:paraId="3E7CAF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Pr="00774E4F" w:rsidR="008F273C" w:rsidP="00E118CD" w:rsidRDefault="00333FFA" w14:paraId="506061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33FF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:rsidRPr="008F273C" w:rsidR="008F273C" w:rsidP="00D461B6" w:rsidRDefault="00333FFA" w14:paraId="1C8BEF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774E4F" w:rsidR="00787808" w:rsidTr="00E20F7F" w14:paraId="2AF79E11" w14:textId="77777777">
        <w:tc>
          <w:tcPr>
            <w:tcW w:w="1701" w:type="dxa"/>
          </w:tcPr>
          <w:p w:rsidR="00787808" w:rsidP="00D461B6" w:rsidRDefault="00787808" w14:paraId="61F8B8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780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787808" w:rsidP="00E118CD" w:rsidRDefault="00787808" w14:paraId="1DBBD3A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Pr="00787808">
              <w:rPr>
                <w:rFonts w:ascii="Corbel" w:hAnsi="Corbel"/>
                <w:b w:val="0"/>
                <w:smallCaps w:val="0"/>
                <w:szCs w:val="24"/>
              </w:rPr>
              <w:t xml:space="preserve"> przedsiębiorczego i kreatywnego myślenia oraz działania z wykorzystaniem wiedzy zdobytej w trakcie studiów;</w:t>
            </w:r>
          </w:p>
        </w:tc>
        <w:tc>
          <w:tcPr>
            <w:tcW w:w="1873" w:type="dxa"/>
          </w:tcPr>
          <w:p w:rsidR="00787808" w:rsidP="00D461B6" w:rsidRDefault="00787808" w14:paraId="49B474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780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774E4F" w:rsidR="008F273C" w:rsidTr="00E20F7F" w14:paraId="4654FABD" w14:textId="77777777">
        <w:tc>
          <w:tcPr>
            <w:tcW w:w="1701" w:type="dxa"/>
          </w:tcPr>
          <w:p w:rsidR="008F273C" w:rsidP="00D461B6" w:rsidRDefault="00787808" w14:paraId="7877BB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Pr="00774E4F" w:rsidR="008F273C" w:rsidP="002A2E23" w:rsidRDefault="00BD4E83" w14:paraId="245F43B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E03A33" w:rsidR="00E03A3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:rsidRPr="008F273C" w:rsidR="008F273C" w:rsidP="00D461B6" w:rsidRDefault="00787808" w14:paraId="75B546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774E4F" w:rsidR="00206498" w:rsidP="009C54AE" w:rsidRDefault="00206498" w14:paraId="4523F74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675843" w14:paraId="0FD35297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>3.3</w:t>
      </w:r>
      <w:r w:rsidRPr="00774E4F" w:rsidR="001D7B54">
        <w:rPr>
          <w:rFonts w:ascii="Corbel" w:hAnsi="Corbel"/>
          <w:b/>
          <w:sz w:val="24"/>
          <w:szCs w:val="24"/>
        </w:rPr>
        <w:t xml:space="preserve"> </w:t>
      </w:r>
      <w:r w:rsidRPr="00774E4F" w:rsidR="0085747A">
        <w:rPr>
          <w:rFonts w:ascii="Corbel" w:hAnsi="Corbel"/>
          <w:b/>
          <w:sz w:val="24"/>
          <w:szCs w:val="24"/>
        </w:rPr>
        <w:t>T</w:t>
      </w:r>
      <w:r w:rsidRPr="00774E4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74E4F" w:rsidR="007327BD">
        <w:rPr>
          <w:rFonts w:ascii="Corbel" w:hAnsi="Corbel"/>
          <w:sz w:val="24"/>
          <w:szCs w:val="24"/>
        </w:rPr>
        <w:t xml:space="preserve">  </w:t>
      </w:r>
    </w:p>
    <w:p w:rsidRPr="00774E4F" w:rsidR="00422C9D" w:rsidP="009C54AE" w:rsidRDefault="00422C9D" w14:paraId="391429D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E25A80" w:rsidR="00675843" w:rsidP="004826C6" w:rsidRDefault="004826C6" w14:paraId="559720A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5A8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422C9D" w:rsidR="00422C9D" w:rsidP="00422C9D" w:rsidRDefault="00422C9D" w14:paraId="21CBD1C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774E4F" w:rsidR="00ED029C" w:rsidTr="00923D7D" w14:paraId="3BD6D3EB" w14:textId="77777777">
        <w:tc>
          <w:tcPr>
            <w:tcW w:w="9639" w:type="dxa"/>
          </w:tcPr>
          <w:p w:rsidRPr="00774E4F" w:rsidR="0085747A" w:rsidP="009C54AE" w:rsidRDefault="0085747A" w14:paraId="233B7A7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74E4F" w:rsidR="00ED029C" w:rsidTr="00923D7D" w14:paraId="2013A656" w14:textId="77777777">
        <w:tc>
          <w:tcPr>
            <w:tcW w:w="9639" w:type="dxa"/>
          </w:tcPr>
          <w:p w:rsidRPr="00774E4F" w:rsidR="00D461B6" w:rsidP="00EB01D9" w:rsidRDefault="00D461B6" w14:paraId="3B8CB5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Zagadnienia wstępne (specyfika administracji publicznej jako</w:t>
            </w:r>
            <w:r w:rsidRPr="00774E4F" w:rsidR="003B013B">
              <w:rPr>
                <w:rFonts w:ascii="Corbel" w:hAnsi="Corbel"/>
                <w:sz w:val="24"/>
                <w:szCs w:val="24"/>
              </w:rPr>
              <w:t xml:space="preserve"> organizacji</w:t>
            </w:r>
            <w:r w:rsidRPr="00774E4F" w:rsidR="00EB01D9">
              <w:rPr>
                <w:rFonts w:ascii="Corbel" w:hAnsi="Corbel"/>
                <w:sz w:val="24"/>
                <w:szCs w:val="24"/>
              </w:rPr>
              <w:t>, więzi prawne w systemie administracji publicznej).</w:t>
            </w:r>
          </w:p>
        </w:tc>
      </w:tr>
      <w:tr w:rsidRPr="00774E4F" w:rsidR="00ED029C" w:rsidTr="00923D7D" w14:paraId="4BB8CCBF" w14:textId="77777777">
        <w:tc>
          <w:tcPr>
            <w:tcW w:w="9639" w:type="dxa"/>
          </w:tcPr>
          <w:p w:rsidRPr="00774E4F" w:rsidR="003B013B" w:rsidP="003B013B" w:rsidRDefault="00EB01D9" w14:paraId="2CE0EB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 xml:space="preserve">Pojęcie kierownictwa i pojęcia pokrewne. </w:t>
            </w:r>
            <w:r w:rsidRPr="00774E4F" w:rsidR="003B013B">
              <w:rPr>
                <w:rFonts w:ascii="Corbel" w:hAnsi="Corbel"/>
                <w:sz w:val="24"/>
                <w:szCs w:val="24"/>
              </w:rPr>
              <w:t>Istota i zakres kierownictwa</w:t>
            </w:r>
            <w:r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3909F5A5" w14:textId="77777777">
        <w:tc>
          <w:tcPr>
            <w:tcW w:w="9639" w:type="dxa"/>
          </w:tcPr>
          <w:p w:rsidRPr="00774E4F" w:rsidR="00FD1CCF" w:rsidP="00FD1CCF" w:rsidRDefault="00F87802" w14:paraId="0B939D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W</w:t>
            </w:r>
            <w:r w:rsidRPr="00774E4F" w:rsidR="00FD1CCF">
              <w:rPr>
                <w:rFonts w:ascii="Corbel" w:hAnsi="Corbel"/>
                <w:sz w:val="24"/>
                <w:szCs w:val="24"/>
              </w:rPr>
              <w:t>artości prawa administracyjnego</w:t>
            </w:r>
            <w:r w:rsidRPr="00774E4F">
              <w:rPr>
                <w:rFonts w:ascii="Corbel" w:hAnsi="Corbel"/>
                <w:sz w:val="24"/>
                <w:szCs w:val="24"/>
              </w:rPr>
              <w:t xml:space="preserve"> jako determinanta środków kierownictwa.</w:t>
            </w:r>
          </w:p>
        </w:tc>
      </w:tr>
      <w:tr w:rsidRPr="00774E4F" w:rsidR="00ED029C" w:rsidTr="00923D7D" w14:paraId="7AF09BD5" w14:textId="77777777">
        <w:tc>
          <w:tcPr>
            <w:tcW w:w="9639" w:type="dxa"/>
          </w:tcPr>
          <w:p w:rsidRPr="00774E4F" w:rsidR="003B013B" w:rsidP="003B3BDE" w:rsidRDefault="003B013B" w14:paraId="4E219F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a kompetencje organu administracji publicznej</w:t>
            </w:r>
            <w:r w:rsidRPr="00774E4F" w:rsidR="00AF13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718A3080" w14:textId="77777777">
        <w:tc>
          <w:tcPr>
            <w:tcW w:w="9639" w:type="dxa"/>
          </w:tcPr>
          <w:p w:rsidRPr="00774E4F" w:rsidR="003B013B" w:rsidP="003B3BDE" w:rsidRDefault="003B013B" w14:paraId="7B972C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Środki kierownictwa wybranych organów adminis</w:t>
            </w:r>
            <w:r w:rsidRPr="00774E4F" w:rsidR="00FD1CCF">
              <w:rPr>
                <w:rFonts w:ascii="Corbel" w:hAnsi="Corbel"/>
                <w:sz w:val="24"/>
                <w:szCs w:val="24"/>
              </w:rPr>
              <w:t>tracji publicznej</w:t>
            </w:r>
            <w:r w:rsidRPr="00774E4F" w:rsidR="00AF13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34C7D1BB" w14:textId="77777777">
        <w:tc>
          <w:tcPr>
            <w:tcW w:w="9639" w:type="dxa"/>
          </w:tcPr>
          <w:p w:rsidRPr="00774E4F" w:rsidR="003B013B" w:rsidP="003B013B" w:rsidRDefault="003B013B" w14:paraId="5D738BD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Organizacja kierownictwa w urzędzie</w:t>
            </w:r>
            <w:r w:rsidRPr="00774E4F" w:rsidR="00AF13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6AEF6BE8" w14:textId="77777777">
        <w:tc>
          <w:tcPr>
            <w:tcW w:w="9639" w:type="dxa"/>
          </w:tcPr>
          <w:p w:rsidRPr="00774E4F" w:rsidR="003B013B" w:rsidP="00D461B6" w:rsidRDefault="003B013B" w14:paraId="70C5AF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Podejmowanie decyzji kierowniczych</w:t>
            </w:r>
            <w:r w:rsidRPr="00774E4F" w:rsidR="00AF13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1E43EC8A" w14:textId="77777777">
        <w:tc>
          <w:tcPr>
            <w:tcW w:w="9639" w:type="dxa"/>
          </w:tcPr>
          <w:p w:rsidRPr="00774E4F" w:rsidR="003B013B" w:rsidP="00D461B6" w:rsidRDefault="003B013B" w14:paraId="7E0B9A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Delegowanie uprawnień kierowniczych</w:t>
            </w:r>
            <w:r w:rsidRPr="00774E4F" w:rsidR="00AF13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69A1DFAA" w14:textId="77777777">
        <w:tc>
          <w:tcPr>
            <w:tcW w:w="9639" w:type="dxa"/>
          </w:tcPr>
          <w:p w:rsidRPr="00774E4F" w:rsidR="003B013B" w:rsidP="00D461B6" w:rsidRDefault="00FD1CCF" w14:paraId="2ED62D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wobec podległych pracowników i komórek organizacyjnych</w:t>
            </w:r>
            <w:r w:rsidRPr="00774E4F" w:rsidR="00A0112C">
              <w:rPr>
                <w:rFonts w:ascii="Corbel" w:hAnsi="Corbel"/>
                <w:sz w:val="24"/>
                <w:szCs w:val="24"/>
              </w:rPr>
              <w:t>. Polecenie służbowe.</w:t>
            </w:r>
          </w:p>
        </w:tc>
      </w:tr>
    </w:tbl>
    <w:p w:rsidRPr="00774E4F" w:rsidR="0085747A" w:rsidP="009C54AE" w:rsidRDefault="0085747A" w14:paraId="020E7CF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74E4F" w:rsidR="0085747A" w:rsidP="009C54AE" w:rsidRDefault="009F4610" w14:paraId="00DCBB0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857231A" w:rsidR="009F4610">
        <w:rPr>
          <w:rFonts w:ascii="Corbel" w:hAnsi="Corbel"/>
          <w:caps w:val="0"/>
          <w:smallCaps w:val="0"/>
        </w:rPr>
        <w:t>3.4 Metody dydaktyczne</w:t>
      </w:r>
      <w:r w:rsidRPr="0857231A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857231A" w:rsidP="0857231A" w:rsidRDefault="0857231A" w14:paraId="15DDAD23" w14:textId="3BD5BAA6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774E4F" w:rsidR="0085747A" w:rsidP="009C54AE" w:rsidRDefault="00FC1688" w14:paraId="2F0048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857231A" w:rsidR="00FC1688">
        <w:rPr>
          <w:rFonts w:ascii="Corbel" w:hAnsi="Corbel"/>
          <w:b w:val="0"/>
          <w:bCs w:val="0"/>
          <w:caps w:val="0"/>
          <w:smallCaps w:val="0"/>
        </w:rPr>
        <w:t>prezentacja multimedialna</w:t>
      </w:r>
      <w:r w:rsidRPr="0857231A" w:rsidR="00C62F83">
        <w:rPr>
          <w:rFonts w:ascii="Corbel" w:hAnsi="Corbel"/>
          <w:b w:val="0"/>
          <w:bCs w:val="0"/>
          <w:caps w:val="0"/>
          <w:smallCaps w:val="0"/>
        </w:rPr>
        <w:t>,</w:t>
      </w:r>
      <w:r w:rsidRPr="0857231A" w:rsidR="005B4E8F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0857231A" w:rsidR="00C62F83">
        <w:rPr>
          <w:rFonts w:ascii="Corbel" w:hAnsi="Corbel"/>
          <w:b w:val="0"/>
          <w:bCs w:val="0"/>
          <w:caps w:val="0"/>
          <w:smallCaps w:val="0"/>
        </w:rPr>
        <w:t>dyskusja, analiza przypadków, praca w grupach</w:t>
      </w:r>
      <w:r w:rsidRPr="0857231A" w:rsidR="005B4E8F">
        <w:rPr>
          <w:rFonts w:ascii="Corbel" w:hAnsi="Corbel"/>
          <w:b w:val="0"/>
          <w:bCs w:val="0"/>
          <w:caps w:val="0"/>
          <w:smallCaps w:val="0"/>
        </w:rPr>
        <w:t>.</w:t>
      </w:r>
    </w:p>
    <w:p w:rsidRPr="00774E4F" w:rsidR="00E960BB" w:rsidP="009C54AE" w:rsidRDefault="00E960BB" w14:paraId="4FA18C5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74E4F" w:rsidR="0085747A" w:rsidP="009C54AE" w:rsidRDefault="00C61DC5" w14:paraId="03911C7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 </w:t>
      </w:r>
      <w:r w:rsidRPr="00774E4F" w:rsidR="0085747A">
        <w:rPr>
          <w:rFonts w:ascii="Corbel" w:hAnsi="Corbel"/>
          <w:smallCaps w:val="0"/>
          <w:szCs w:val="24"/>
        </w:rPr>
        <w:t>METODY I KRYTERIA OCENY</w:t>
      </w:r>
      <w:r w:rsidRPr="00774E4F" w:rsidR="009F4610">
        <w:rPr>
          <w:rFonts w:ascii="Corbel" w:hAnsi="Corbel"/>
          <w:smallCaps w:val="0"/>
          <w:szCs w:val="24"/>
        </w:rPr>
        <w:t xml:space="preserve"> </w:t>
      </w:r>
    </w:p>
    <w:p w:rsidRPr="00774E4F" w:rsidR="0085747A" w:rsidP="009C54AE" w:rsidRDefault="0085747A" w14:paraId="70FE435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4.1 Sposoby weryfikacji efektów </w:t>
      </w:r>
      <w:r w:rsidRPr="00774E4F" w:rsidR="00C05F44">
        <w:rPr>
          <w:rFonts w:ascii="Corbel" w:hAnsi="Corbel"/>
          <w:smallCaps w:val="0"/>
          <w:szCs w:val="24"/>
        </w:rPr>
        <w:t>uczenia się</w:t>
      </w:r>
    </w:p>
    <w:p w:rsidRPr="00774E4F" w:rsidR="0085747A" w:rsidP="009C54AE" w:rsidRDefault="0085747A" w14:paraId="656B5F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774E4F" w:rsidR="00774E4F" w:rsidTr="00FB065A" w14:paraId="16667EA8" w14:textId="77777777">
        <w:tc>
          <w:tcPr>
            <w:tcW w:w="1985" w:type="dxa"/>
            <w:vAlign w:val="center"/>
          </w:tcPr>
          <w:p w:rsidRPr="00774E4F" w:rsidR="00774E4F" w:rsidP="00FB065A" w:rsidRDefault="00774E4F" w14:paraId="632F9F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774E4F" w:rsidR="00774E4F" w:rsidP="00FB065A" w:rsidRDefault="00774E4F" w14:paraId="35186C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47E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Pr="00774E4F" w:rsidR="00774E4F" w:rsidP="00FB065A" w:rsidRDefault="00774E4F" w14:paraId="05184B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774E4F" w:rsidR="00774E4F" w:rsidP="00FB065A" w:rsidRDefault="00774E4F" w14:paraId="10216A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74E4F" w:rsidR="00774E4F" w:rsidP="00FB065A" w:rsidRDefault="00774E4F" w14:paraId="6D0C92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774E4F" w:rsidR="008752CC" w:rsidTr="00FB065A" w14:paraId="0F5CD5B1" w14:textId="77777777">
        <w:tc>
          <w:tcPr>
            <w:tcW w:w="1985" w:type="dxa"/>
          </w:tcPr>
          <w:p w:rsidRPr="00774E4F" w:rsidR="008752CC" w:rsidP="00FB065A" w:rsidRDefault="008752CC" w14:paraId="7515C1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752CC" w:rsidRDefault="008752CC" w14:paraId="5EB7EBD2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Pr="006D4D34" w:rsidR="008752CC" w:rsidP="00FB065A" w:rsidRDefault="008752CC" w14:paraId="50DED34B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D4D3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012F59E6" w14:textId="77777777">
        <w:tc>
          <w:tcPr>
            <w:tcW w:w="1985" w:type="dxa"/>
          </w:tcPr>
          <w:p w:rsidRPr="00774E4F" w:rsidR="008752CC" w:rsidP="00FB065A" w:rsidRDefault="008752CC" w14:paraId="777E9A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528" w:type="dxa"/>
          </w:tcPr>
          <w:p w:rsidR="008752CC" w:rsidRDefault="008752CC" w14:paraId="4F0A55B5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Pr="006D4D34" w:rsidR="008752CC" w:rsidP="00FB065A" w:rsidRDefault="008752CC" w14:paraId="5A86D1E6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D4D3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136EDEC4" w14:textId="77777777">
        <w:tc>
          <w:tcPr>
            <w:tcW w:w="1985" w:type="dxa"/>
          </w:tcPr>
          <w:p w:rsidRPr="00774E4F" w:rsidR="008752CC" w:rsidP="00FB065A" w:rsidRDefault="008752CC" w14:paraId="10986A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752CC" w:rsidRDefault="008752CC" w14:paraId="4249E90D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Pr="006D4D34" w:rsidR="008752CC" w:rsidP="00FB065A" w:rsidRDefault="008752CC" w14:paraId="287E617E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D4D3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4F5233A5" w14:textId="77777777">
        <w:tc>
          <w:tcPr>
            <w:tcW w:w="1985" w:type="dxa"/>
          </w:tcPr>
          <w:p w:rsidRPr="00774E4F" w:rsidR="008752CC" w:rsidP="00FB065A" w:rsidRDefault="008752CC" w14:paraId="1F64BD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752CC" w:rsidRDefault="008752CC" w14:paraId="76BFF4DD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Pr="006D4D34" w:rsidR="008752CC" w:rsidP="00FB065A" w:rsidRDefault="008752CC" w14:paraId="3D21A8B6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D4D3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6B9DBE47" w14:textId="77777777">
        <w:tc>
          <w:tcPr>
            <w:tcW w:w="1985" w:type="dxa"/>
          </w:tcPr>
          <w:p w:rsidRPr="00774E4F" w:rsidR="008752CC" w:rsidP="00FB065A" w:rsidRDefault="008752CC" w14:paraId="1F941F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752CC" w:rsidRDefault="008752CC" w14:paraId="1089542F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Pr="006D4D34" w:rsidR="008752CC" w:rsidP="00FB065A" w:rsidRDefault="008752CC" w14:paraId="7F6F4B03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D4D3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7BC8600F" w14:textId="77777777">
        <w:tc>
          <w:tcPr>
            <w:tcW w:w="1985" w:type="dxa"/>
          </w:tcPr>
          <w:p w:rsidRPr="00774E4F" w:rsidR="008752CC" w:rsidP="00FE655F" w:rsidRDefault="008752CC" w14:paraId="1D99A4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752CC" w:rsidRDefault="008752CC" w14:paraId="2A40F737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="008752CC" w:rsidP="00DB6881" w:rsidRDefault="008752CC" w14:paraId="1958B946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3BEE3A79" w14:textId="77777777">
        <w:tc>
          <w:tcPr>
            <w:tcW w:w="1985" w:type="dxa"/>
          </w:tcPr>
          <w:p w:rsidRPr="00774E4F" w:rsidR="008752CC" w:rsidP="00FE655F" w:rsidRDefault="008752CC" w14:paraId="511A11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752CC" w:rsidRDefault="008752CC" w14:paraId="700C948E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="008752CC" w:rsidP="00DB6881" w:rsidRDefault="008752CC" w14:paraId="2DAC0951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03AA45D8" w14:textId="77777777">
        <w:tc>
          <w:tcPr>
            <w:tcW w:w="1985" w:type="dxa"/>
          </w:tcPr>
          <w:p w:rsidR="008752CC" w:rsidP="00FE655F" w:rsidRDefault="008752CC" w14:paraId="3D4609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8752CC" w:rsidRDefault="008752CC" w14:paraId="42F3C3A3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="008752CC" w:rsidP="00DB6881" w:rsidRDefault="008752CC" w14:paraId="1CA511D8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06B27638" w14:textId="77777777">
        <w:tc>
          <w:tcPr>
            <w:tcW w:w="1985" w:type="dxa"/>
          </w:tcPr>
          <w:p w:rsidR="008752CC" w:rsidP="00FE655F" w:rsidRDefault="008752CC" w14:paraId="36460F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8752CC" w:rsidRDefault="008752CC" w14:paraId="38D4B0D3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="008752CC" w:rsidP="00DB6881" w:rsidRDefault="008752CC" w14:paraId="529058FB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52BD2005" w14:textId="77777777">
        <w:tc>
          <w:tcPr>
            <w:tcW w:w="1985" w:type="dxa"/>
          </w:tcPr>
          <w:p w:rsidR="008752CC" w:rsidP="00FE655F" w:rsidRDefault="008752CC" w14:paraId="076DFE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8752CC" w:rsidP="008752CC" w:rsidRDefault="008752CC" w14:paraId="21C6DC17" w14:textId="77777777">
            <w:pPr>
              <w:jc w:val="center"/>
            </w:pPr>
            <w:r w:rsidRPr="0004614F">
              <w:t>zaliczenie w formie pisemnej</w:t>
            </w:r>
          </w:p>
        </w:tc>
        <w:tc>
          <w:tcPr>
            <w:tcW w:w="2126" w:type="dxa"/>
          </w:tcPr>
          <w:p w:rsidR="008752CC" w:rsidP="00DB6881" w:rsidRDefault="008752CC" w14:paraId="64F62A2E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DB6881" w:rsidTr="00FB065A" w14:paraId="27DBD3CB" w14:textId="77777777">
        <w:tc>
          <w:tcPr>
            <w:tcW w:w="1985" w:type="dxa"/>
          </w:tcPr>
          <w:p w:rsidR="00DB6881" w:rsidP="00FE655F" w:rsidRDefault="00DB6881" w14:paraId="3C823C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:rsidRPr="00774E4F" w:rsidR="00DB6881" w:rsidP="008752CC" w:rsidRDefault="00DB6881" w14:paraId="6B5ACEA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zaliczenie w formie pisemnej</w:t>
            </w:r>
          </w:p>
        </w:tc>
        <w:tc>
          <w:tcPr>
            <w:tcW w:w="2126" w:type="dxa"/>
          </w:tcPr>
          <w:p w:rsidR="00DB6881" w:rsidP="00DB6881" w:rsidRDefault="00DB6881" w14:paraId="15B6FB85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185CFC" w:rsidTr="00FB065A" w14:paraId="2BCD1831" w14:textId="77777777">
        <w:tc>
          <w:tcPr>
            <w:tcW w:w="1985" w:type="dxa"/>
          </w:tcPr>
          <w:p w:rsidRPr="00CE4A3E" w:rsidR="00185CFC" w:rsidP="00ED2755" w:rsidRDefault="00185CFC" w14:paraId="3758C83F" w14:textId="77777777">
            <w:r>
              <w:t>EK_12</w:t>
            </w:r>
          </w:p>
        </w:tc>
        <w:tc>
          <w:tcPr>
            <w:tcW w:w="5528" w:type="dxa"/>
          </w:tcPr>
          <w:p w:rsidRPr="00CE4A3E" w:rsidR="00185CFC" w:rsidP="008752CC" w:rsidRDefault="00185CFC" w14:paraId="6406E6E3" w14:textId="77777777">
            <w:pPr>
              <w:jc w:val="center"/>
            </w:pPr>
            <w:r w:rsidRPr="00CE4A3E">
              <w:t>zaliczenie w formie pisemnej</w:t>
            </w:r>
          </w:p>
        </w:tc>
        <w:tc>
          <w:tcPr>
            <w:tcW w:w="2126" w:type="dxa"/>
          </w:tcPr>
          <w:p w:rsidR="00185CFC" w:rsidP="00185CFC" w:rsidRDefault="00185CFC" w14:paraId="77D46FAC" w14:textId="77777777">
            <w:pPr>
              <w:jc w:val="center"/>
            </w:pPr>
            <w:r w:rsidRPr="00CE4A3E">
              <w:t>konw.</w:t>
            </w:r>
          </w:p>
        </w:tc>
      </w:tr>
    </w:tbl>
    <w:p w:rsidRPr="00774E4F" w:rsidR="00923D7D" w:rsidP="009C54AE" w:rsidRDefault="00923D7D" w14:paraId="7625C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4E4F" w:rsidR="0085747A" w:rsidP="009C54AE" w:rsidRDefault="003E1941" w14:paraId="22A7421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4.2 </w:t>
      </w:r>
      <w:r w:rsidRPr="00774E4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74E4F" w:rsidR="00923D7D">
        <w:rPr>
          <w:rFonts w:ascii="Corbel" w:hAnsi="Corbel"/>
          <w:smallCaps w:val="0"/>
          <w:szCs w:val="24"/>
        </w:rPr>
        <w:t xml:space="preserve"> </w:t>
      </w:r>
    </w:p>
    <w:p w:rsidRPr="00774E4F" w:rsidR="00923D7D" w:rsidP="009C54AE" w:rsidRDefault="00923D7D" w14:paraId="05A0620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774E4F" w:rsidR="0085747A" w:rsidTr="256E5EE4" w14:paraId="69EA6DF6" w14:textId="77777777">
        <w:tc>
          <w:tcPr>
            <w:tcW w:w="9670" w:type="dxa"/>
            <w:tcMar/>
          </w:tcPr>
          <w:p w:rsidRPr="00774E4F" w:rsidR="0085747A" w:rsidP="256E5EE4" w:rsidRDefault="00827751" w14:paraId="4A832EF6" w14:textId="2CCA2B70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6E5EE4" w:rsidR="4496382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WARUNKIEM ZALICZENIA JEST UZYSKANIA POZYTYWNEJ OCENY.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256E5EE4" w:rsidR="44963820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  <w:p w:rsidRPr="00774E4F" w:rsidR="0085747A" w:rsidP="256E5EE4" w:rsidRDefault="00827751" w14:paraId="74DD53F2" w14:textId="2D849187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56E5EE4" w:rsidR="4496382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KRYTERIA OCENIANIA AKTUALNY STAN PRAWNY, KOMPLETNOŚĆ ODPOWIEDZI, POPRAWNA TERMINOLOGIA, WŁAŚCIWE ZASTOSOWANIE UZYSKANEJ WIEDZY. SKALA OCEN: BDB – POWYŻSZEJ 90%, PLUS DB – 81 – 89%, DB </w:t>
            </w:r>
            <w:proofErr w:type="gramStart"/>
            <w:r w:rsidRPr="256E5EE4" w:rsidR="4496382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–  70</w:t>
            </w:r>
            <w:proofErr w:type="gramEnd"/>
            <w:r w:rsidRPr="256E5EE4" w:rsidR="4496382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80%, PLUS DST – 61 -69%, DST – 50 – 60%, </w:t>
            </w:r>
            <w:proofErr w:type="gramStart"/>
            <w:r w:rsidRPr="256E5EE4" w:rsidR="4496382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NDST.-</w:t>
            </w:r>
            <w:proofErr w:type="gramEnd"/>
            <w:r w:rsidRPr="256E5EE4" w:rsidR="4496382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PONIŻEJ 50 %</w:t>
            </w:r>
          </w:p>
        </w:tc>
      </w:tr>
    </w:tbl>
    <w:p w:rsidRPr="00774E4F" w:rsidR="0085747A" w:rsidP="009C54AE" w:rsidRDefault="0085747A" w14:paraId="61896A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47E1C" w:rsidP="009C54AE" w:rsidRDefault="00747E1C" w14:paraId="6FD0652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774E4F" w:rsidR="009F4610" w:rsidP="009C54AE" w:rsidRDefault="0085747A" w14:paraId="28C514C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 xml:space="preserve">5. </w:t>
      </w:r>
      <w:r w:rsidRPr="00774E4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74E4F" w:rsidR="0085747A" w:rsidP="009C54AE" w:rsidRDefault="0085747A" w14:paraId="2BBB1C7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774E4F" w:rsidR="0085747A" w:rsidTr="003E1941" w14:paraId="60EDF44D" w14:textId="77777777">
        <w:tc>
          <w:tcPr>
            <w:tcW w:w="4962" w:type="dxa"/>
            <w:vAlign w:val="center"/>
          </w:tcPr>
          <w:p w:rsidRPr="00774E4F" w:rsidR="0085747A" w:rsidP="009C54AE" w:rsidRDefault="00C61DC5" w14:paraId="4440CD7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74E4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74E4F" w:rsidR="0085747A" w:rsidP="009C54AE" w:rsidRDefault="00C61DC5" w14:paraId="051710D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74E4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74E4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74E4F" w:rsidR="00827751" w:rsidTr="00923D7D" w14:paraId="4DD67701" w14:textId="77777777">
        <w:tc>
          <w:tcPr>
            <w:tcW w:w="4962" w:type="dxa"/>
          </w:tcPr>
          <w:p w:rsidRPr="00774E4F" w:rsidR="00827751" w:rsidP="009C54AE" w:rsidRDefault="00827751" w14:paraId="23C212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74E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70F9B" w:rsidR="00827751" w:rsidP="00A87111" w:rsidRDefault="00586C6B" w14:paraId="675BF518" w14:textId="77777777">
            <w:r>
              <w:t>15</w:t>
            </w:r>
          </w:p>
        </w:tc>
      </w:tr>
      <w:tr w:rsidRPr="00774E4F" w:rsidR="00827751" w:rsidTr="00923D7D" w14:paraId="472DE26B" w14:textId="77777777">
        <w:tc>
          <w:tcPr>
            <w:tcW w:w="4962" w:type="dxa"/>
          </w:tcPr>
          <w:p w:rsidRPr="00774E4F" w:rsidR="00827751" w:rsidP="009C54AE" w:rsidRDefault="00827751" w14:paraId="37A040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774E4F" w:rsidR="00827751" w:rsidP="009C54AE" w:rsidRDefault="00827751" w14:paraId="19DDE2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70F9B" w:rsidR="00827751" w:rsidP="00A87111" w:rsidRDefault="00586C6B" w14:paraId="70389EB8" w14:textId="77777777">
            <w:r>
              <w:t>5</w:t>
            </w:r>
          </w:p>
        </w:tc>
      </w:tr>
      <w:tr w:rsidRPr="00774E4F" w:rsidR="00827751" w:rsidTr="00923D7D" w14:paraId="03C8457E" w14:textId="77777777">
        <w:tc>
          <w:tcPr>
            <w:tcW w:w="4962" w:type="dxa"/>
          </w:tcPr>
          <w:p w:rsidRPr="00774E4F" w:rsidR="00827751" w:rsidP="009C54AE" w:rsidRDefault="00827751" w14:paraId="4653FA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70F9B" w:rsidR="00827751" w:rsidP="00A87111" w:rsidRDefault="00CD1B88" w14:paraId="1EB0E830" w14:textId="77777777">
            <w:r>
              <w:t>55</w:t>
            </w:r>
          </w:p>
        </w:tc>
      </w:tr>
      <w:tr w:rsidRPr="00774E4F" w:rsidR="00827751" w:rsidTr="00923D7D" w14:paraId="02D1AEAF" w14:textId="77777777">
        <w:tc>
          <w:tcPr>
            <w:tcW w:w="4962" w:type="dxa"/>
          </w:tcPr>
          <w:p w:rsidRPr="00774E4F" w:rsidR="00827751" w:rsidP="009C54AE" w:rsidRDefault="00827751" w14:paraId="351EB4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70F9B" w:rsidR="00827751" w:rsidP="00A87111" w:rsidRDefault="00CD1B88" w14:paraId="75F63EBC" w14:textId="77777777">
            <w:r>
              <w:t>75</w:t>
            </w:r>
          </w:p>
        </w:tc>
      </w:tr>
      <w:tr w:rsidRPr="00774E4F" w:rsidR="00827751" w:rsidTr="00923D7D" w14:paraId="2F05D4C3" w14:textId="77777777">
        <w:tc>
          <w:tcPr>
            <w:tcW w:w="4962" w:type="dxa"/>
          </w:tcPr>
          <w:p w:rsidRPr="00774E4F" w:rsidR="00827751" w:rsidP="009C54AE" w:rsidRDefault="00827751" w14:paraId="412710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70F9B" w:rsidR="00827751" w:rsidP="00A87111" w:rsidRDefault="00586C6B" w14:paraId="12BB1AF5" w14:textId="77777777">
            <w:r>
              <w:t>3</w:t>
            </w:r>
          </w:p>
        </w:tc>
      </w:tr>
    </w:tbl>
    <w:p w:rsidRPr="00774E4F" w:rsidR="0085747A" w:rsidP="009C54AE" w:rsidRDefault="00923D7D" w14:paraId="0DC019A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74E4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74E4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74E4F" w:rsidR="003E1941" w:rsidP="009C54AE" w:rsidRDefault="003E1941" w14:paraId="1DA5DD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4E4F" w:rsidR="0085747A" w:rsidP="0857231A" w:rsidRDefault="00747E1C" w14:paraId="7F375D1D" w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0857231A" w:rsidR="0071620A">
        <w:rPr>
          <w:rFonts w:ascii="Corbel" w:hAnsi="Corbel"/>
          <w:caps w:val="0"/>
          <w:smallCaps w:val="0"/>
        </w:rPr>
        <w:lastRenderedPageBreak/>
        <w:t xml:space="preserve">6. </w:t>
      </w:r>
      <w:r w:rsidRPr="0857231A" w:rsidR="0085747A">
        <w:rPr>
          <w:rFonts w:ascii="Corbel" w:hAnsi="Corbel"/>
          <w:caps w:val="0"/>
          <w:smallCaps w:val="0"/>
        </w:rPr>
        <w:t>PRAKTYKI ZAWODOWE W RAMACH PRZEDMIOTU</w:t>
      </w:r>
      <w:r w:rsidRPr="0857231A" w:rsidR="0071620A">
        <w:rPr>
          <w:rFonts w:ascii="Corbel" w:hAnsi="Corbel"/>
          <w:caps w:val="0"/>
          <w:smallCaps w:val="0"/>
        </w:rPr>
        <w:t xml:space="preserve"> </w:t>
      </w:r>
    </w:p>
    <w:p w:rsidRPr="00774E4F" w:rsidR="0085747A" w:rsidP="009C54AE" w:rsidRDefault="0085747A" w14:paraId="09FC251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774E4F" w:rsidR="0085747A" w:rsidTr="00747E1C" w14:paraId="41A6A56B" w14:textId="77777777">
        <w:trPr>
          <w:trHeight w:val="397"/>
        </w:trPr>
        <w:tc>
          <w:tcPr>
            <w:tcW w:w="3544" w:type="dxa"/>
          </w:tcPr>
          <w:p w:rsidRPr="00774E4F" w:rsidR="0085747A" w:rsidP="009C54AE" w:rsidRDefault="0085747A" w14:paraId="29287B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74E4F" w:rsidR="0085747A" w:rsidP="009C54AE" w:rsidRDefault="00747E1C" w14:paraId="111730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774E4F" w:rsidR="0085747A" w:rsidTr="00747E1C" w14:paraId="46B2AAA7" w14:textId="77777777">
        <w:trPr>
          <w:trHeight w:val="397"/>
        </w:trPr>
        <w:tc>
          <w:tcPr>
            <w:tcW w:w="3544" w:type="dxa"/>
          </w:tcPr>
          <w:p w:rsidRPr="00774E4F" w:rsidR="0085747A" w:rsidP="009C54AE" w:rsidRDefault="0085747A" w14:paraId="3124C0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74E4F" w:rsidR="0085747A" w:rsidP="009C54AE" w:rsidRDefault="00747E1C" w14:paraId="69FDBF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774E4F" w:rsidR="003E1941" w:rsidP="009C54AE" w:rsidRDefault="003E1941" w14:paraId="4F49AA7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74E4F" w:rsidR="0085747A" w:rsidP="009C54AE" w:rsidRDefault="00675843" w14:paraId="581CD93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7. </w:t>
      </w:r>
      <w:r w:rsidRPr="00774E4F" w:rsidR="0085747A">
        <w:rPr>
          <w:rFonts w:ascii="Corbel" w:hAnsi="Corbel"/>
          <w:smallCaps w:val="0"/>
          <w:szCs w:val="24"/>
        </w:rPr>
        <w:t>LITERATURA</w:t>
      </w:r>
      <w:r w:rsidRPr="00774E4F">
        <w:rPr>
          <w:rFonts w:ascii="Corbel" w:hAnsi="Corbel"/>
          <w:smallCaps w:val="0"/>
          <w:szCs w:val="24"/>
        </w:rPr>
        <w:t xml:space="preserve"> </w:t>
      </w:r>
    </w:p>
    <w:p w:rsidRPr="00774E4F" w:rsidR="00675843" w:rsidP="009C54AE" w:rsidRDefault="00675843" w14:paraId="65C4F75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774E4F" w:rsidR="00ED029C" w:rsidTr="00747E1C" w14:paraId="3A2F1750" w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50522DA2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47E1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747E1C" w:rsidR="00747E1C" w:rsidP="009C54AE" w:rsidRDefault="00747E1C" w14:paraId="7BAD75F1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747E1C" w:rsidR="00C62EFC" w:rsidP="00747E1C" w:rsidRDefault="00810133" w14:paraId="48929370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774E4F" w:rsidR="00FD1CCF">
              <w:rPr>
                <w:rFonts w:ascii="Corbel" w:hAnsi="Corbel"/>
                <w:b w:val="0"/>
                <w:smallCaps w:val="0"/>
                <w:szCs w:val="24"/>
              </w:rPr>
              <w:t xml:space="preserve">W. Góralczyk, W. Góralczyk jr, </w:t>
            </w:r>
            <w:r w:rsidRPr="00774E4F" w:rsidR="00FD1C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Kierownictwo w prawie administracyjnym, </w:t>
            </w:r>
            <w:r w:rsidRPr="00774E4F" w:rsidR="00FD1CCF">
              <w:rPr>
                <w:rFonts w:ascii="Corbel" w:hAnsi="Corbel"/>
                <w:b w:val="0"/>
                <w:smallCaps w:val="0"/>
                <w:szCs w:val="24"/>
              </w:rPr>
              <w:t>Wolters Kluwer Polska, Warszawa 2016</w:t>
            </w:r>
          </w:p>
        </w:tc>
      </w:tr>
      <w:tr w:rsidRPr="00774E4F" w:rsidR="00ED029C" w:rsidTr="00747E1C" w14:paraId="1D952AF2" w14:textId="77777777">
        <w:trPr>
          <w:trHeight w:val="397"/>
        </w:trPr>
        <w:tc>
          <w:tcPr>
            <w:tcW w:w="7513" w:type="dxa"/>
          </w:tcPr>
          <w:p w:rsidR="00FD1CCF" w:rsidP="00321F47" w:rsidRDefault="0085747A" w14:paraId="3B9E39EB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47E1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747E1C" w:rsidR="00747E1C" w:rsidP="00321F47" w:rsidRDefault="00747E1C" w14:paraId="4020CEC1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774E4F" w:rsidR="00321F47" w:rsidP="00990FED" w:rsidRDefault="00FD1CCF" w14:paraId="45A8888C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E. Knosala,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Zarys nauki administracji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Wolters Kluwer Polska, Warszawa 2010</w:t>
            </w:r>
          </w:p>
          <w:p w:rsidR="00990FED" w:rsidP="00990FED" w:rsidRDefault="00FD1CCF" w14:paraId="6D8B32CE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K. Kłosowska-Lasek,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Procesy kierowania w administracji publicznej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Rzeszów 2018</w:t>
            </w:r>
          </w:p>
          <w:p w:rsidRPr="00990FED" w:rsidR="007044B9" w:rsidP="00990FED" w:rsidRDefault="007044B9" w14:paraId="102901C6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FED">
              <w:rPr>
                <w:rFonts w:ascii="Corbel" w:hAnsi="Corbel"/>
                <w:b w:val="0"/>
                <w:smallCaps w:val="0"/>
                <w:szCs w:val="24"/>
              </w:rPr>
              <w:t>B. Dolnicki</w:t>
            </w:r>
            <w:r w:rsidRPr="00990FE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Ewolucja nadzoru nad samorządem terytorialnym </w:t>
            </w:r>
            <w:r w:rsidRPr="00990FED">
              <w:rPr>
                <w:rFonts w:ascii="Corbel" w:hAnsi="Corbel"/>
                <w:b w:val="0"/>
                <w:smallCaps w:val="0"/>
                <w:szCs w:val="24"/>
              </w:rPr>
              <w:t>w: Samorząd Terytorialny2015 ,  nr 3  s. 60-74</w:t>
            </w:r>
          </w:p>
          <w:p w:rsidR="005B4E8F" w:rsidP="00990FED" w:rsidRDefault="000D1EF0" w14:paraId="1035C301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Karpiuk, </w:t>
            </w:r>
            <w:r w:rsidRPr="000D1EF0">
              <w:rPr>
                <w:rFonts w:ascii="Corbel" w:hAnsi="Corbel"/>
                <w:b w:val="0"/>
                <w:i/>
                <w:smallCaps w:val="0"/>
                <w:szCs w:val="24"/>
              </w:rPr>
              <w:t>Właściwość wojewody w zakresie zapewnienia bezpieczeństwa i porządku publicznego oraz zapobiegania zagrożeniu życia i zdrowia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D1EF0">
              <w:rPr>
                <w:rFonts w:ascii="Corbel" w:hAnsi="Corbel"/>
                <w:b w:val="0"/>
                <w:smallCaps w:val="0"/>
                <w:szCs w:val="24"/>
              </w:rPr>
              <w:t>Zeszyty Naukowe KUL 60 (2018), nr 2 (242)</w:t>
            </w:r>
          </w:p>
          <w:p w:rsidR="007044B9" w:rsidP="00990FED" w:rsidRDefault="00DB580D" w14:paraId="7986A812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Kasiński</w:t>
            </w:r>
            <w:r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,  Lojalność urzędnika w świetle prawa i etyki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990FED">
              <w:rPr>
                <w:rFonts w:ascii="Corbel" w:hAnsi="Corbel"/>
                <w:b w:val="0"/>
                <w:smallCaps w:val="0"/>
                <w:szCs w:val="24"/>
              </w:rPr>
              <w:t xml:space="preserve"> „Annales. E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>tyka w życiu gospodarczym” 2010, vol. 13, nr 1, s. 139-146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7044B9" w:rsidR="007044B9" w:rsidP="00990FED" w:rsidRDefault="007044B9" w14:paraId="3DEAA8E9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K. Sikora, </w:t>
            </w:r>
            <w:r w:rsidRPr="007044B9">
              <w:rPr>
                <w:rFonts w:ascii="Corbel" w:hAnsi="Corbel"/>
                <w:b w:val="0"/>
                <w:i/>
                <w:smallCaps w:val="0"/>
                <w:szCs w:val="24"/>
              </w:rPr>
              <w:t>Środki nadzoru nad samorządem terytorialnym o charakterze personalnym</w:t>
            </w:r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 w: Studia Iuridica Lublinensia, 2010, nr  14, s.111-124</w:t>
            </w:r>
          </w:p>
          <w:p w:rsidR="00DB580D" w:rsidP="00990FED" w:rsidRDefault="00DB580D" w14:paraId="6E5EBB8C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A. Miruć, </w:t>
            </w:r>
            <w:r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Polecenie służbowe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, [w:] E. Smoktunowicz (red.), Wielka Encyklopedia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Prawa, Białystok, Warszawa 2000.</w:t>
            </w:r>
          </w:p>
          <w:p w:rsidRPr="00990FED" w:rsidR="005B4E8F" w:rsidP="00FD1CCF" w:rsidRDefault="007044B9" w14:paraId="434DDFF2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DB580D">
              <w:rPr>
                <w:rFonts w:ascii="Corbel" w:hAnsi="Corbel"/>
                <w:b w:val="0"/>
                <w:smallCaps w:val="0"/>
                <w:szCs w:val="24"/>
              </w:rPr>
              <w:t xml:space="preserve">.J. </w:t>
            </w:r>
            <w:r w:rsidRPr="00DB580D" w:rsidR="00DB580D">
              <w:rPr>
                <w:rFonts w:ascii="Corbel" w:hAnsi="Corbel"/>
                <w:b w:val="0"/>
                <w:smallCaps w:val="0"/>
                <w:szCs w:val="24"/>
              </w:rPr>
              <w:t xml:space="preserve"> Łętowski</w:t>
            </w:r>
            <w:r w:rsidR="00DB580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B580D" w:rsidR="00DB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580D" w:rsidR="00DB580D">
              <w:rPr>
                <w:rFonts w:ascii="Corbel" w:hAnsi="Corbel"/>
                <w:b w:val="0"/>
                <w:i/>
                <w:smallCaps w:val="0"/>
                <w:szCs w:val="24"/>
              </w:rPr>
              <w:t>Polecenie służbowe w administracji</w:t>
            </w:r>
            <w:r w:rsidR="00DB580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DB580D" w:rsidR="00DB580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DB580D" w:rsidR="00DB580D">
              <w:rPr>
                <w:rFonts w:ascii="Corbel" w:hAnsi="Corbel"/>
                <w:b w:val="0"/>
                <w:smallCaps w:val="0"/>
                <w:szCs w:val="24"/>
              </w:rPr>
              <w:t>Wydaw. Prawnicze, Warszawa 1972</w:t>
            </w:r>
          </w:p>
        </w:tc>
      </w:tr>
    </w:tbl>
    <w:p w:rsidRPr="00774E4F" w:rsidR="0085747A" w:rsidP="00747E1C" w:rsidRDefault="0085747A" w14:paraId="7E9D4C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4E4F" w:rsidR="0085747A" w:rsidP="00F83B28" w:rsidRDefault="0085747A" w14:paraId="7381028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74E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74E4F" w:rsidR="0085747A" w:rsidSect="00747E1C">
      <w:pgSz w:w="11906" w:h="16838" w:orient="portrait"/>
      <w:pgMar w:top="4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0C53" w:rsidP="00C16ABF" w:rsidRDefault="00950C53" w14:paraId="2E38535F" w14:textId="77777777">
      <w:pPr>
        <w:spacing w:after="0" w:line="240" w:lineRule="auto"/>
      </w:pPr>
      <w:r>
        <w:separator/>
      </w:r>
    </w:p>
  </w:endnote>
  <w:endnote w:type="continuationSeparator" w:id="0">
    <w:p w:rsidR="00950C53" w:rsidP="00C16ABF" w:rsidRDefault="00950C53" w14:paraId="4553BBC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0C53" w:rsidP="00C16ABF" w:rsidRDefault="00950C53" w14:paraId="784558C5" w14:textId="77777777">
      <w:pPr>
        <w:spacing w:after="0" w:line="240" w:lineRule="auto"/>
      </w:pPr>
      <w:r>
        <w:separator/>
      </w:r>
    </w:p>
  </w:footnote>
  <w:footnote w:type="continuationSeparator" w:id="0">
    <w:p w:rsidR="00950C53" w:rsidP="00C16ABF" w:rsidRDefault="00950C53" w14:paraId="12B6357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B5402B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3061"/>
    <w:multiLevelType w:val="hybridMultilevel"/>
    <w:tmpl w:val="2E8A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DF2D5C"/>
    <w:multiLevelType w:val="hybridMultilevel"/>
    <w:tmpl w:val="C2BE6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D0DDF"/>
    <w:multiLevelType w:val="hybridMultilevel"/>
    <w:tmpl w:val="E35E3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4"/>
    <w:rsid w:val="00015B8F"/>
    <w:rsid w:val="00022ECE"/>
    <w:rsid w:val="0002460D"/>
    <w:rsid w:val="00035168"/>
    <w:rsid w:val="00042A51"/>
    <w:rsid w:val="00042D2E"/>
    <w:rsid w:val="00044C82"/>
    <w:rsid w:val="00070ED6"/>
    <w:rsid w:val="000742DC"/>
    <w:rsid w:val="00083C4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01F"/>
    <w:rsid w:val="000D04B0"/>
    <w:rsid w:val="000D1EF0"/>
    <w:rsid w:val="000E564B"/>
    <w:rsid w:val="000F1C57"/>
    <w:rsid w:val="000F29EE"/>
    <w:rsid w:val="000F5615"/>
    <w:rsid w:val="0010189A"/>
    <w:rsid w:val="00113052"/>
    <w:rsid w:val="00124BFF"/>
    <w:rsid w:val="0012560E"/>
    <w:rsid w:val="00127108"/>
    <w:rsid w:val="00134B13"/>
    <w:rsid w:val="00146BC0"/>
    <w:rsid w:val="00153C41"/>
    <w:rsid w:val="00154381"/>
    <w:rsid w:val="00154859"/>
    <w:rsid w:val="001640A7"/>
    <w:rsid w:val="00164FA7"/>
    <w:rsid w:val="00166A03"/>
    <w:rsid w:val="001718A7"/>
    <w:rsid w:val="001737CF"/>
    <w:rsid w:val="001740FB"/>
    <w:rsid w:val="00176083"/>
    <w:rsid w:val="00185CFC"/>
    <w:rsid w:val="00192F37"/>
    <w:rsid w:val="001A70D2"/>
    <w:rsid w:val="001D1401"/>
    <w:rsid w:val="001D4232"/>
    <w:rsid w:val="001D657B"/>
    <w:rsid w:val="001D7B54"/>
    <w:rsid w:val="001E0209"/>
    <w:rsid w:val="001F24A5"/>
    <w:rsid w:val="001F2CA2"/>
    <w:rsid w:val="00206498"/>
    <w:rsid w:val="002144C0"/>
    <w:rsid w:val="0022220E"/>
    <w:rsid w:val="0022477D"/>
    <w:rsid w:val="002278A9"/>
    <w:rsid w:val="002336F9"/>
    <w:rsid w:val="0024028F"/>
    <w:rsid w:val="00243B4F"/>
    <w:rsid w:val="00244ABC"/>
    <w:rsid w:val="00281FF2"/>
    <w:rsid w:val="002857DE"/>
    <w:rsid w:val="00291567"/>
    <w:rsid w:val="00292B42"/>
    <w:rsid w:val="002A22BF"/>
    <w:rsid w:val="002A2389"/>
    <w:rsid w:val="002A2E23"/>
    <w:rsid w:val="002A671D"/>
    <w:rsid w:val="002B4D55"/>
    <w:rsid w:val="002B5EA0"/>
    <w:rsid w:val="002B6119"/>
    <w:rsid w:val="002C1F06"/>
    <w:rsid w:val="002D3375"/>
    <w:rsid w:val="002D73D4"/>
    <w:rsid w:val="002F02A3"/>
    <w:rsid w:val="002F2E77"/>
    <w:rsid w:val="002F4ABE"/>
    <w:rsid w:val="003018BA"/>
    <w:rsid w:val="0030395F"/>
    <w:rsid w:val="00305C92"/>
    <w:rsid w:val="0031137F"/>
    <w:rsid w:val="0031264C"/>
    <w:rsid w:val="003151C5"/>
    <w:rsid w:val="00321F47"/>
    <w:rsid w:val="00332511"/>
    <w:rsid w:val="00333FFA"/>
    <w:rsid w:val="003343CF"/>
    <w:rsid w:val="00346FE9"/>
    <w:rsid w:val="0034759A"/>
    <w:rsid w:val="003503F6"/>
    <w:rsid w:val="003530DD"/>
    <w:rsid w:val="00354997"/>
    <w:rsid w:val="00363F78"/>
    <w:rsid w:val="00377919"/>
    <w:rsid w:val="003803FD"/>
    <w:rsid w:val="003A0A5B"/>
    <w:rsid w:val="003A1176"/>
    <w:rsid w:val="003B013B"/>
    <w:rsid w:val="003C0BAE"/>
    <w:rsid w:val="003D18A9"/>
    <w:rsid w:val="003D2D06"/>
    <w:rsid w:val="003D6CE2"/>
    <w:rsid w:val="003E1941"/>
    <w:rsid w:val="003E2FE6"/>
    <w:rsid w:val="003E49D5"/>
    <w:rsid w:val="003F38C0"/>
    <w:rsid w:val="003F726C"/>
    <w:rsid w:val="00414E3C"/>
    <w:rsid w:val="0042244A"/>
    <w:rsid w:val="00422C9D"/>
    <w:rsid w:val="0042745A"/>
    <w:rsid w:val="00431AA6"/>
    <w:rsid w:val="00431D5C"/>
    <w:rsid w:val="004362C6"/>
    <w:rsid w:val="00437FA2"/>
    <w:rsid w:val="00445970"/>
    <w:rsid w:val="00455A1C"/>
    <w:rsid w:val="00461EFC"/>
    <w:rsid w:val="004652C2"/>
    <w:rsid w:val="004706D1"/>
    <w:rsid w:val="00471326"/>
    <w:rsid w:val="0047598D"/>
    <w:rsid w:val="004826C6"/>
    <w:rsid w:val="004840FD"/>
    <w:rsid w:val="00490F7D"/>
    <w:rsid w:val="00491678"/>
    <w:rsid w:val="004968E2"/>
    <w:rsid w:val="004A3EEA"/>
    <w:rsid w:val="004A4D1F"/>
    <w:rsid w:val="004C4960"/>
    <w:rsid w:val="004D5282"/>
    <w:rsid w:val="004D6C76"/>
    <w:rsid w:val="004F1551"/>
    <w:rsid w:val="004F55A3"/>
    <w:rsid w:val="0050496F"/>
    <w:rsid w:val="00513B6F"/>
    <w:rsid w:val="00517C63"/>
    <w:rsid w:val="005257DF"/>
    <w:rsid w:val="005363C4"/>
    <w:rsid w:val="00536BDE"/>
    <w:rsid w:val="00543ACC"/>
    <w:rsid w:val="0056696D"/>
    <w:rsid w:val="0057528F"/>
    <w:rsid w:val="00577D9D"/>
    <w:rsid w:val="00586C6B"/>
    <w:rsid w:val="0059484D"/>
    <w:rsid w:val="005A0855"/>
    <w:rsid w:val="005A3196"/>
    <w:rsid w:val="005B4E8F"/>
    <w:rsid w:val="005C080F"/>
    <w:rsid w:val="005C55E5"/>
    <w:rsid w:val="005C696A"/>
    <w:rsid w:val="005D60B1"/>
    <w:rsid w:val="005E6493"/>
    <w:rsid w:val="005E6E85"/>
    <w:rsid w:val="005F31D2"/>
    <w:rsid w:val="00601173"/>
    <w:rsid w:val="0061029B"/>
    <w:rsid w:val="00610911"/>
    <w:rsid w:val="00617230"/>
    <w:rsid w:val="00621CE1"/>
    <w:rsid w:val="00627FC9"/>
    <w:rsid w:val="006344DA"/>
    <w:rsid w:val="00647FA8"/>
    <w:rsid w:val="00650C5F"/>
    <w:rsid w:val="00654934"/>
    <w:rsid w:val="0065661F"/>
    <w:rsid w:val="0066006C"/>
    <w:rsid w:val="006620D9"/>
    <w:rsid w:val="00665687"/>
    <w:rsid w:val="00671958"/>
    <w:rsid w:val="00675843"/>
    <w:rsid w:val="00687C37"/>
    <w:rsid w:val="00696477"/>
    <w:rsid w:val="006D050F"/>
    <w:rsid w:val="006D6139"/>
    <w:rsid w:val="006E5D65"/>
    <w:rsid w:val="006E74ED"/>
    <w:rsid w:val="006F1282"/>
    <w:rsid w:val="006F1FBC"/>
    <w:rsid w:val="006F31E2"/>
    <w:rsid w:val="007044B9"/>
    <w:rsid w:val="00706544"/>
    <w:rsid w:val="007072BA"/>
    <w:rsid w:val="00713C52"/>
    <w:rsid w:val="0071620A"/>
    <w:rsid w:val="00724677"/>
    <w:rsid w:val="00725459"/>
    <w:rsid w:val="007327BD"/>
    <w:rsid w:val="00734608"/>
    <w:rsid w:val="00741012"/>
    <w:rsid w:val="00745302"/>
    <w:rsid w:val="007461D6"/>
    <w:rsid w:val="00746EC8"/>
    <w:rsid w:val="00747E1C"/>
    <w:rsid w:val="00763BF1"/>
    <w:rsid w:val="00766FD4"/>
    <w:rsid w:val="00774E4F"/>
    <w:rsid w:val="007805D1"/>
    <w:rsid w:val="0078168C"/>
    <w:rsid w:val="00787808"/>
    <w:rsid w:val="00787C2A"/>
    <w:rsid w:val="00790E27"/>
    <w:rsid w:val="007A4022"/>
    <w:rsid w:val="007A6E6E"/>
    <w:rsid w:val="007C3299"/>
    <w:rsid w:val="007C3615"/>
    <w:rsid w:val="007C3BCC"/>
    <w:rsid w:val="007C4546"/>
    <w:rsid w:val="007D1445"/>
    <w:rsid w:val="007D6E56"/>
    <w:rsid w:val="007F4155"/>
    <w:rsid w:val="00810133"/>
    <w:rsid w:val="0081554D"/>
    <w:rsid w:val="0081707E"/>
    <w:rsid w:val="00827751"/>
    <w:rsid w:val="008375A9"/>
    <w:rsid w:val="00841A4E"/>
    <w:rsid w:val="008449B3"/>
    <w:rsid w:val="0085747A"/>
    <w:rsid w:val="008752CC"/>
    <w:rsid w:val="0088291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0E3"/>
    <w:rsid w:val="008D3DFB"/>
    <w:rsid w:val="008D3EDA"/>
    <w:rsid w:val="008D5FB1"/>
    <w:rsid w:val="008E64F4"/>
    <w:rsid w:val="008F12C9"/>
    <w:rsid w:val="008F273C"/>
    <w:rsid w:val="008F6E29"/>
    <w:rsid w:val="00904CB4"/>
    <w:rsid w:val="00916188"/>
    <w:rsid w:val="00923D7D"/>
    <w:rsid w:val="00940442"/>
    <w:rsid w:val="009508DF"/>
    <w:rsid w:val="00950C53"/>
    <w:rsid w:val="00950DAC"/>
    <w:rsid w:val="009527B0"/>
    <w:rsid w:val="00954A07"/>
    <w:rsid w:val="00967ADC"/>
    <w:rsid w:val="0098544F"/>
    <w:rsid w:val="00990FED"/>
    <w:rsid w:val="00997F14"/>
    <w:rsid w:val="009A78D9"/>
    <w:rsid w:val="009B5D4A"/>
    <w:rsid w:val="009C3D3D"/>
    <w:rsid w:val="009C3E31"/>
    <w:rsid w:val="009C54AE"/>
    <w:rsid w:val="009C5E31"/>
    <w:rsid w:val="009C788E"/>
    <w:rsid w:val="009E3B41"/>
    <w:rsid w:val="009E4D26"/>
    <w:rsid w:val="009F2AB7"/>
    <w:rsid w:val="009F3C5C"/>
    <w:rsid w:val="009F4610"/>
    <w:rsid w:val="00A00ECC"/>
    <w:rsid w:val="00A0112C"/>
    <w:rsid w:val="00A155EE"/>
    <w:rsid w:val="00A1604E"/>
    <w:rsid w:val="00A17818"/>
    <w:rsid w:val="00A2245B"/>
    <w:rsid w:val="00A26F34"/>
    <w:rsid w:val="00A30110"/>
    <w:rsid w:val="00A36899"/>
    <w:rsid w:val="00A371F6"/>
    <w:rsid w:val="00A43BF6"/>
    <w:rsid w:val="00A53FA5"/>
    <w:rsid w:val="00A54817"/>
    <w:rsid w:val="00A601C8"/>
    <w:rsid w:val="00A60799"/>
    <w:rsid w:val="00A7569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32B"/>
    <w:rsid w:val="00AF2C1E"/>
    <w:rsid w:val="00B05A8C"/>
    <w:rsid w:val="00B06142"/>
    <w:rsid w:val="00B135B1"/>
    <w:rsid w:val="00B3130B"/>
    <w:rsid w:val="00B40ADB"/>
    <w:rsid w:val="00B43B77"/>
    <w:rsid w:val="00B43E80"/>
    <w:rsid w:val="00B607DB"/>
    <w:rsid w:val="00B626D9"/>
    <w:rsid w:val="00B66529"/>
    <w:rsid w:val="00B679A4"/>
    <w:rsid w:val="00B75946"/>
    <w:rsid w:val="00B75C90"/>
    <w:rsid w:val="00B8056E"/>
    <w:rsid w:val="00B819C8"/>
    <w:rsid w:val="00B82308"/>
    <w:rsid w:val="00B90885"/>
    <w:rsid w:val="00B95304"/>
    <w:rsid w:val="00BB520A"/>
    <w:rsid w:val="00BC0165"/>
    <w:rsid w:val="00BD3869"/>
    <w:rsid w:val="00BD4E83"/>
    <w:rsid w:val="00BD66E9"/>
    <w:rsid w:val="00BD6B8C"/>
    <w:rsid w:val="00BD6FF4"/>
    <w:rsid w:val="00BF2C41"/>
    <w:rsid w:val="00C02A3F"/>
    <w:rsid w:val="00C058B4"/>
    <w:rsid w:val="00C05F44"/>
    <w:rsid w:val="00C131B5"/>
    <w:rsid w:val="00C16ABF"/>
    <w:rsid w:val="00C170AE"/>
    <w:rsid w:val="00C26CB7"/>
    <w:rsid w:val="00C324C1"/>
    <w:rsid w:val="00C36992"/>
    <w:rsid w:val="00C47D2B"/>
    <w:rsid w:val="00C56036"/>
    <w:rsid w:val="00C61DC5"/>
    <w:rsid w:val="00C62EFC"/>
    <w:rsid w:val="00C62F83"/>
    <w:rsid w:val="00C67E92"/>
    <w:rsid w:val="00C67F07"/>
    <w:rsid w:val="00C709FF"/>
    <w:rsid w:val="00C70A26"/>
    <w:rsid w:val="00C766DF"/>
    <w:rsid w:val="00C91526"/>
    <w:rsid w:val="00C94B98"/>
    <w:rsid w:val="00CA2B96"/>
    <w:rsid w:val="00CA5089"/>
    <w:rsid w:val="00CC3393"/>
    <w:rsid w:val="00CD1B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1B6"/>
    <w:rsid w:val="00D552B2"/>
    <w:rsid w:val="00D608D1"/>
    <w:rsid w:val="00D74119"/>
    <w:rsid w:val="00D8075B"/>
    <w:rsid w:val="00D8678B"/>
    <w:rsid w:val="00DA2114"/>
    <w:rsid w:val="00DA23D5"/>
    <w:rsid w:val="00DB580D"/>
    <w:rsid w:val="00DB6881"/>
    <w:rsid w:val="00DE09C0"/>
    <w:rsid w:val="00DE4A14"/>
    <w:rsid w:val="00DF10BA"/>
    <w:rsid w:val="00DF320D"/>
    <w:rsid w:val="00DF71C8"/>
    <w:rsid w:val="00E03A33"/>
    <w:rsid w:val="00E118CD"/>
    <w:rsid w:val="00E129B8"/>
    <w:rsid w:val="00E16B38"/>
    <w:rsid w:val="00E20F7F"/>
    <w:rsid w:val="00E21E7D"/>
    <w:rsid w:val="00E22FBC"/>
    <w:rsid w:val="00E24BF5"/>
    <w:rsid w:val="00E25338"/>
    <w:rsid w:val="00E25A80"/>
    <w:rsid w:val="00E4537A"/>
    <w:rsid w:val="00E51E44"/>
    <w:rsid w:val="00E6020D"/>
    <w:rsid w:val="00E63348"/>
    <w:rsid w:val="00E63680"/>
    <w:rsid w:val="00E77E88"/>
    <w:rsid w:val="00E8107D"/>
    <w:rsid w:val="00E960BB"/>
    <w:rsid w:val="00EA2074"/>
    <w:rsid w:val="00EA4832"/>
    <w:rsid w:val="00EA4E9D"/>
    <w:rsid w:val="00EB01D9"/>
    <w:rsid w:val="00EC4899"/>
    <w:rsid w:val="00ED029C"/>
    <w:rsid w:val="00ED03AB"/>
    <w:rsid w:val="00ED32D2"/>
    <w:rsid w:val="00ED46B0"/>
    <w:rsid w:val="00EE32DE"/>
    <w:rsid w:val="00EE41F5"/>
    <w:rsid w:val="00EE5457"/>
    <w:rsid w:val="00EE6A05"/>
    <w:rsid w:val="00F025D9"/>
    <w:rsid w:val="00F070AB"/>
    <w:rsid w:val="00F17567"/>
    <w:rsid w:val="00F27A7B"/>
    <w:rsid w:val="00F526AF"/>
    <w:rsid w:val="00F617C3"/>
    <w:rsid w:val="00F63216"/>
    <w:rsid w:val="00F7066B"/>
    <w:rsid w:val="00F83B28"/>
    <w:rsid w:val="00F87802"/>
    <w:rsid w:val="00FA46E5"/>
    <w:rsid w:val="00FB11ED"/>
    <w:rsid w:val="00FB7DBA"/>
    <w:rsid w:val="00FC1688"/>
    <w:rsid w:val="00FC1C25"/>
    <w:rsid w:val="00FC3F45"/>
    <w:rsid w:val="00FD1CCF"/>
    <w:rsid w:val="00FD503F"/>
    <w:rsid w:val="00FD7589"/>
    <w:rsid w:val="00FF016A"/>
    <w:rsid w:val="00FF1401"/>
    <w:rsid w:val="00FF3542"/>
    <w:rsid w:val="00FF5E7D"/>
    <w:rsid w:val="018BEB85"/>
    <w:rsid w:val="0857231A"/>
    <w:rsid w:val="256E5EE4"/>
    <w:rsid w:val="44963820"/>
    <w:rsid w:val="55BECA34"/>
    <w:rsid w:val="6EF50AA5"/>
    <w:rsid w:val="7E81C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8A57"/>
  <w15:docId w15:val="{C4DB51F0-AF25-4798-9802-F7D908B032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067AD-BB7B-4CB6-ADAE-681BD591F11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33</revision>
  <lastPrinted>2019-02-06T12:12:00.0000000Z</lastPrinted>
  <dcterms:created xsi:type="dcterms:W3CDTF">2021-04-13T06:50:00.0000000Z</dcterms:created>
  <dcterms:modified xsi:type="dcterms:W3CDTF">2022-01-21T09:47:42.1255675Z</dcterms:modified>
</coreProperties>
</file>